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6EFA872A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67FD12AA" w:rsidR="002D45DD" w:rsidRDefault="002D45DD" w:rsidP="00D841E3">
            <w:pPr>
              <w:pStyle w:val="SIText"/>
            </w:pPr>
            <w:r w:rsidRPr="009F3703">
              <w:t xml:space="preserve">This version released with </w:t>
            </w:r>
            <w:r w:rsidR="00951B10">
              <w:t>AMP</w:t>
            </w:r>
            <w:r w:rsidRPr="009F3703">
              <w:t xml:space="preserve"> </w:t>
            </w:r>
            <w:r w:rsidR="004961F9" w:rsidRPr="004961F9">
              <w:t xml:space="preserve">Australian Meat Processing </w:t>
            </w:r>
            <w:r w:rsidRPr="009F3703">
              <w:t xml:space="preserve">Training Package </w:t>
            </w:r>
            <w:r w:rsidR="007F24F6">
              <w:t>release</w:t>
            </w:r>
            <w:r w:rsidR="00363546">
              <w:t xml:space="preserve"> 9</w:t>
            </w:r>
            <w:r w:rsidRPr="009F3703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B5E4A55" w:rsidR="00357C5E" w:rsidRDefault="00363546" w:rsidP="00357C5E">
            <w:pPr>
              <w:pStyle w:val="SICode"/>
            </w:pPr>
            <w:r>
              <w:rPr>
                <w:rFonts w:eastAsia="Times New Roman" w:cstheme="minorHAnsi"/>
                <w:color w:val="213430"/>
                <w:lang w:eastAsia="en-AU"/>
              </w:rPr>
              <w:t>AMPOPR2X1</w:t>
            </w:r>
            <w:r w:rsidR="00227E00">
              <w:rPr>
                <w:rFonts w:eastAsia="Times New Roman" w:cstheme="minorHAnsi"/>
                <w:color w:val="213430"/>
                <w:lang w:eastAsia="en-AU"/>
              </w:rPr>
              <w:t>9</w:t>
            </w:r>
          </w:p>
        </w:tc>
        <w:tc>
          <w:tcPr>
            <w:tcW w:w="6327" w:type="dxa"/>
          </w:tcPr>
          <w:p w14:paraId="3AE55F2B" w14:textId="38FD0653" w:rsidR="00357C5E" w:rsidRDefault="003757F7" w:rsidP="00357C5E">
            <w:pPr>
              <w:pStyle w:val="SIComponentTitle"/>
            </w:pPr>
            <w:r w:rsidRPr="003757F7">
              <w:t>Operate carcase steam vacuum equipment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799CC637" w14:textId="3A169F88" w:rsidR="00DC1859" w:rsidRPr="00DC1859" w:rsidRDefault="00DC1859" w:rsidP="00DC185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C1859">
              <w:rPr>
                <w:rStyle w:val="SITempText-Green"/>
                <w:color w:val="000000" w:themeColor="text1"/>
                <w:sz w:val="20"/>
              </w:rPr>
              <w:t xml:space="preserve">This unit describes the skills and knowledge required to </w:t>
            </w:r>
            <w:r w:rsidR="003757F7">
              <w:t>o</w:t>
            </w:r>
            <w:r w:rsidR="003757F7" w:rsidRPr="003757F7">
              <w:t xml:space="preserve">perate </w:t>
            </w:r>
            <w:r w:rsidR="003757F7">
              <w:t xml:space="preserve">and maintain </w:t>
            </w:r>
            <w:r w:rsidR="003757F7" w:rsidRPr="003757F7">
              <w:t>carcase steam vacuum equipment</w:t>
            </w:r>
            <w:r w:rsidR="003757F7" w:rsidRPr="003757F7" w:rsidDel="003757F7">
              <w:t xml:space="preserve"> </w:t>
            </w:r>
            <w:r w:rsidR="003757F7">
              <w:t>to remove contamination.</w:t>
            </w:r>
          </w:p>
          <w:p w14:paraId="0BD20995" w14:textId="6A585906" w:rsidR="00DC1859" w:rsidRPr="00DC1859" w:rsidRDefault="00DC1859" w:rsidP="00DC1859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DC1859">
              <w:rPr>
                <w:rStyle w:val="SITempText-Green"/>
                <w:color w:val="000000" w:themeColor="text1"/>
                <w:sz w:val="20"/>
              </w:rPr>
              <w:t xml:space="preserve">This unit </w:t>
            </w:r>
            <w:r w:rsidR="00363546">
              <w:rPr>
                <w:rStyle w:val="SITempText-Green"/>
                <w:color w:val="000000" w:themeColor="text1"/>
                <w:sz w:val="20"/>
              </w:rPr>
              <w:t>applies to individuals who work under general supervision to</w:t>
            </w:r>
            <w:r w:rsidRPr="00DC185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363546" w:rsidRPr="00DC1859">
              <w:rPr>
                <w:rStyle w:val="SITempText-Green"/>
                <w:color w:val="000000" w:themeColor="text1"/>
                <w:sz w:val="20"/>
              </w:rPr>
              <w:t>operat</w:t>
            </w:r>
            <w:r w:rsidR="00363546">
              <w:rPr>
                <w:rStyle w:val="SITempText-Green"/>
                <w:color w:val="000000" w:themeColor="text1"/>
                <w:sz w:val="20"/>
              </w:rPr>
              <w:t>e</w:t>
            </w:r>
            <w:r w:rsidR="00363546" w:rsidRPr="00DC1859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DC1859">
              <w:rPr>
                <w:rStyle w:val="SITempText-Green"/>
                <w:color w:val="000000" w:themeColor="text1"/>
                <w:sz w:val="20"/>
              </w:rPr>
              <w:t xml:space="preserve">steam/vacuuming equipment </w:t>
            </w:r>
            <w:r w:rsidR="003757F7">
              <w:rPr>
                <w:rStyle w:val="SITempText-Green"/>
                <w:color w:val="000000" w:themeColor="text1"/>
                <w:sz w:val="20"/>
              </w:rPr>
              <w:t>i</w:t>
            </w:r>
            <w:r w:rsidR="003757F7" w:rsidRPr="00DC1859">
              <w:rPr>
                <w:rStyle w:val="SITempText-Green"/>
                <w:color w:val="000000" w:themeColor="text1"/>
                <w:sz w:val="20"/>
              </w:rPr>
              <w:t xml:space="preserve">n </w:t>
            </w:r>
            <w:r w:rsidRPr="00DC1859">
              <w:rPr>
                <w:rStyle w:val="SITempText-Green"/>
                <w:color w:val="000000" w:themeColor="text1"/>
                <w:sz w:val="20"/>
              </w:rPr>
              <w:t xml:space="preserve">a </w:t>
            </w:r>
            <w:r w:rsidR="007671C9">
              <w:rPr>
                <w:rStyle w:val="SITempText-Green"/>
                <w:color w:val="000000" w:themeColor="text1"/>
                <w:sz w:val="20"/>
              </w:rPr>
              <w:t>meat</w:t>
            </w:r>
            <w:r w:rsidRPr="00DC1859">
              <w:rPr>
                <w:rStyle w:val="SITempText-Green"/>
                <w:color w:val="000000" w:themeColor="text1"/>
                <w:sz w:val="20"/>
              </w:rPr>
              <w:t xml:space="preserve"> processing </w:t>
            </w:r>
            <w:r w:rsidR="003757F7">
              <w:rPr>
                <w:rStyle w:val="SITempText-Green"/>
                <w:color w:val="000000" w:themeColor="text1"/>
                <w:sz w:val="20"/>
              </w:rPr>
              <w:t>premises</w:t>
            </w:r>
            <w:r w:rsidRPr="00DC1859">
              <w:rPr>
                <w:rStyle w:val="SITempText-Green"/>
                <w:color w:val="000000" w:themeColor="text1"/>
                <w:sz w:val="20"/>
              </w:rPr>
              <w:t>.</w:t>
            </w:r>
          </w:p>
          <w:p w14:paraId="679E37D6" w14:textId="55D6DFEA" w:rsidR="0094240E" w:rsidRPr="0018245B" w:rsidRDefault="0094240E" w:rsidP="0018245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8245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according to state/territory health and safety </w:t>
            </w:r>
            <w:r w:rsidR="00A05AA3">
              <w:rPr>
                <w:rStyle w:val="SITempText-Green"/>
                <w:color w:val="000000" w:themeColor="text1"/>
                <w:sz w:val="20"/>
              </w:rPr>
              <w:t xml:space="preserve">and food safety </w:t>
            </w:r>
            <w:r w:rsidRPr="0018245B">
              <w:rPr>
                <w:rStyle w:val="SITempText-Green"/>
                <w:color w:val="000000" w:themeColor="text1"/>
                <w:sz w:val="20"/>
              </w:rPr>
              <w:t>regulations, legislation and standards that apply to the workplace.</w:t>
            </w:r>
          </w:p>
          <w:p w14:paraId="5C285D72" w14:textId="77777777" w:rsidR="00320155" w:rsidRDefault="0094240E" w:rsidP="0094240E">
            <w:pPr>
              <w:pStyle w:val="SIText"/>
            </w:pPr>
            <w:r>
              <w:t>No licensing, legislative or certification requirements apply to this unit at the time of publication.</w:t>
            </w:r>
          </w:p>
          <w:p w14:paraId="1B1C708C" w14:textId="0CC5AB31" w:rsidR="003757F7" w:rsidRDefault="003757F7" w:rsidP="0094240E">
            <w:pPr>
              <w:pStyle w:val="SIText"/>
            </w:pPr>
            <w:r w:rsidRPr="007F262B">
              <w:t>Mandatory workplace requirements apply to the assessment of this unit.</w:t>
            </w:r>
          </w:p>
        </w:tc>
      </w:tr>
      <w:tr w:rsidR="00D9385D" w14:paraId="5F2132B2" w14:textId="77777777" w:rsidTr="00804992">
        <w:trPr>
          <w:trHeight w:val="406"/>
        </w:trPr>
        <w:tc>
          <w:tcPr>
            <w:tcW w:w="2689" w:type="dxa"/>
          </w:tcPr>
          <w:p w14:paraId="200766C1" w14:textId="02F47D63" w:rsidR="00715042" w:rsidRPr="00715042" w:rsidRDefault="00D9385D" w:rsidP="00804992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</w:tc>
        <w:tc>
          <w:tcPr>
            <w:tcW w:w="6327" w:type="dxa"/>
          </w:tcPr>
          <w:p w14:paraId="56FDBBF9" w14:textId="10CB3A1C" w:rsidR="0018209D" w:rsidRPr="007A5DD5" w:rsidRDefault="00CC037A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45060178" w:rsidR="00BE46B2" w:rsidRDefault="00363546" w:rsidP="00BE46B2">
            <w:pPr>
              <w:pStyle w:val="SIText"/>
            </w:pPr>
            <w:r>
              <w:t>Operational (OPR)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63546" w14:paraId="620E99C2" w14:textId="77777777" w:rsidTr="006F59DC">
        <w:tc>
          <w:tcPr>
            <w:tcW w:w="2689" w:type="dxa"/>
          </w:tcPr>
          <w:p w14:paraId="40A03ED3" w14:textId="5A5C1CF6" w:rsidR="00363546" w:rsidRDefault="00363546" w:rsidP="006F59DC">
            <w:pPr>
              <w:pStyle w:val="SIText"/>
            </w:pPr>
            <w:r>
              <w:t xml:space="preserve">1. Prepare to use </w:t>
            </w:r>
            <w:r w:rsidR="003757F7">
              <w:t xml:space="preserve">carcase steam vacuum </w:t>
            </w:r>
            <w:r>
              <w:t>equipment</w:t>
            </w:r>
          </w:p>
        </w:tc>
        <w:tc>
          <w:tcPr>
            <w:tcW w:w="6327" w:type="dxa"/>
          </w:tcPr>
          <w:p w14:paraId="5E970E26" w14:textId="77777777" w:rsidR="00363546" w:rsidRDefault="00363546" w:rsidP="006F59DC">
            <w:pPr>
              <w:pStyle w:val="SIText"/>
            </w:pPr>
            <w:r>
              <w:t>1.1 Identify contamination to be removed</w:t>
            </w:r>
          </w:p>
          <w:p w14:paraId="02199F3D" w14:textId="1ACFE4C8" w:rsidR="00363546" w:rsidRDefault="00363546" w:rsidP="006F59DC">
            <w:pPr>
              <w:pStyle w:val="SIText"/>
            </w:pPr>
            <w:r>
              <w:t xml:space="preserve">1.2 Identify </w:t>
            </w:r>
            <w:r w:rsidR="003757F7">
              <w:t xml:space="preserve">carcase steam vacuum </w:t>
            </w:r>
            <w:r>
              <w:t>equipment to be used</w:t>
            </w:r>
          </w:p>
          <w:p w14:paraId="377CA422" w14:textId="771DC230" w:rsidR="00363546" w:rsidRDefault="00363546" w:rsidP="00363546">
            <w:pPr>
              <w:pStyle w:val="SIText"/>
            </w:pPr>
            <w:r>
              <w:t>1.3 Identify workplace health and safety requirements for task, including personal protective equipment</w:t>
            </w:r>
          </w:p>
          <w:p w14:paraId="011A1E72" w14:textId="4BAFA7E5" w:rsidR="00363546" w:rsidRDefault="00363546" w:rsidP="006F59DC">
            <w:pPr>
              <w:pStyle w:val="SIText"/>
            </w:pPr>
            <w:r>
              <w:t xml:space="preserve">1.4 Identify safety hazards associated with operating </w:t>
            </w:r>
            <w:r w:rsidR="003757F7">
              <w:t xml:space="preserve">carcase steam vacuum </w:t>
            </w:r>
            <w:r>
              <w:t>equipment and control associated risks</w:t>
            </w:r>
          </w:p>
        </w:tc>
      </w:tr>
      <w:tr w:rsidR="004F6721" w14:paraId="1915290A" w14:textId="77777777" w:rsidTr="000F31BE">
        <w:tc>
          <w:tcPr>
            <w:tcW w:w="2689" w:type="dxa"/>
          </w:tcPr>
          <w:p w14:paraId="4CA92DE3" w14:textId="2E1895FA" w:rsidR="004F6721" w:rsidRDefault="00363546" w:rsidP="004F6721">
            <w:pPr>
              <w:pStyle w:val="SIText"/>
            </w:pPr>
            <w:r>
              <w:t>2</w:t>
            </w:r>
            <w:r w:rsidR="004F6721">
              <w:t xml:space="preserve">. </w:t>
            </w:r>
            <w:r>
              <w:t xml:space="preserve">Use </w:t>
            </w:r>
            <w:r w:rsidR="003757F7">
              <w:t>carcase steam vacuum equipment</w:t>
            </w:r>
          </w:p>
        </w:tc>
        <w:tc>
          <w:tcPr>
            <w:tcW w:w="6327" w:type="dxa"/>
          </w:tcPr>
          <w:p w14:paraId="6C7D98D0" w14:textId="003E758F" w:rsidR="004F6721" w:rsidRDefault="00363546" w:rsidP="004F6721">
            <w:pPr>
              <w:pStyle w:val="SIText"/>
            </w:pPr>
            <w:r>
              <w:t>2.1</w:t>
            </w:r>
            <w:r w:rsidR="004F6721">
              <w:t xml:space="preserve"> Operate </w:t>
            </w:r>
            <w:r w:rsidR="003757F7">
              <w:t xml:space="preserve">carcase steam vacuum </w:t>
            </w:r>
            <w:r w:rsidR="004F6721">
              <w:t xml:space="preserve">equipment </w:t>
            </w:r>
            <w:r>
              <w:t xml:space="preserve">following </w:t>
            </w:r>
            <w:r w:rsidR="004F6721">
              <w:t>workplace requirements</w:t>
            </w:r>
          </w:p>
          <w:p w14:paraId="11523057" w14:textId="1908F510" w:rsidR="004F6721" w:rsidRDefault="00363546" w:rsidP="004F6721">
            <w:pPr>
              <w:pStyle w:val="SIText"/>
            </w:pPr>
            <w:r>
              <w:t>2.2</w:t>
            </w:r>
            <w:r w:rsidR="004F6721">
              <w:t xml:space="preserve"> </w:t>
            </w:r>
            <w:r>
              <w:t xml:space="preserve">Remove contamination and </w:t>
            </w:r>
            <w:r w:rsidR="004F6721">
              <w:t>potential sources of contamination</w:t>
            </w:r>
          </w:p>
        </w:tc>
      </w:tr>
      <w:tr w:rsidR="004F6721" w14:paraId="3DF865B3" w14:textId="77777777" w:rsidTr="000F31BE">
        <w:tc>
          <w:tcPr>
            <w:tcW w:w="2689" w:type="dxa"/>
          </w:tcPr>
          <w:p w14:paraId="2A178E17" w14:textId="7730AB57" w:rsidR="004F6721" w:rsidRDefault="00363546" w:rsidP="004F6721">
            <w:pPr>
              <w:pStyle w:val="SIText"/>
            </w:pPr>
            <w:r>
              <w:t>3</w:t>
            </w:r>
            <w:r w:rsidR="004F6721">
              <w:t xml:space="preserve">. Clean and maintain </w:t>
            </w:r>
            <w:r w:rsidR="003757F7">
              <w:t xml:space="preserve">carcase steam vacuum </w:t>
            </w:r>
            <w:r w:rsidR="004F6721">
              <w:t>equipment</w:t>
            </w:r>
          </w:p>
        </w:tc>
        <w:tc>
          <w:tcPr>
            <w:tcW w:w="6327" w:type="dxa"/>
          </w:tcPr>
          <w:p w14:paraId="48F88AE6" w14:textId="212A11E2" w:rsidR="004F6721" w:rsidRDefault="00363546" w:rsidP="004F6721">
            <w:pPr>
              <w:pStyle w:val="SIText"/>
            </w:pPr>
            <w:r>
              <w:t>3</w:t>
            </w:r>
            <w:r w:rsidR="004F6721">
              <w:t xml:space="preserve">.1 Monitor performance of </w:t>
            </w:r>
            <w:r w:rsidR="003757F7">
              <w:t xml:space="preserve">carcase steam vacuum </w:t>
            </w:r>
            <w:r w:rsidR="004F6721">
              <w:t xml:space="preserve">equipment and report faults </w:t>
            </w:r>
            <w:r>
              <w:t>to supervisor</w:t>
            </w:r>
          </w:p>
          <w:p w14:paraId="64B2E497" w14:textId="65FCD4E7" w:rsidR="004F6721" w:rsidRDefault="00363546" w:rsidP="004F6721">
            <w:pPr>
              <w:pStyle w:val="SIText"/>
            </w:pPr>
            <w:r>
              <w:t>3</w:t>
            </w:r>
            <w:r w:rsidR="004F6721">
              <w:t xml:space="preserve">.2 Clean and maintain </w:t>
            </w:r>
            <w:r w:rsidR="003757F7">
              <w:t xml:space="preserve">carcase steam vacuum </w:t>
            </w:r>
            <w:r w:rsidR="004F6721">
              <w:t xml:space="preserve">equipment </w:t>
            </w:r>
            <w:r>
              <w:t xml:space="preserve">following </w:t>
            </w:r>
            <w:r w:rsidR="004F6721">
              <w:t>workplace requirements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lastRenderedPageBreak/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363546" w14:paraId="1B841619" w14:textId="77777777" w:rsidTr="006F59DC">
        <w:tc>
          <w:tcPr>
            <w:tcW w:w="2689" w:type="dxa"/>
          </w:tcPr>
          <w:p w14:paraId="4743950B" w14:textId="77777777" w:rsidR="00363546" w:rsidRPr="00042300" w:rsidRDefault="00363546" w:rsidP="006F59DC">
            <w:pPr>
              <w:pStyle w:val="SIText"/>
            </w:pPr>
            <w:r>
              <w:t>Reading</w:t>
            </w:r>
          </w:p>
        </w:tc>
        <w:tc>
          <w:tcPr>
            <w:tcW w:w="6327" w:type="dxa"/>
          </w:tcPr>
          <w:p w14:paraId="06B9A88E" w14:textId="77777777" w:rsidR="00363546" w:rsidRPr="00042300" w:rsidRDefault="00363546" w:rsidP="006F59DC">
            <w:pPr>
              <w:pStyle w:val="SIBulletList1"/>
            </w:pPr>
            <w:r>
              <w:t>Interpret key elements of workplace instructions</w:t>
            </w:r>
          </w:p>
        </w:tc>
      </w:tr>
      <w:tr w:rsidR="00363546" w14:paraId="01C24693" w14:textId="77777777" w:rsidTr="006F59DC">
        <w:tc>
          <w:tcPr>
            <w:tcW w:w="2689" w:type="dxa"/>
          </w:tcPr>
          <w:p w14:paraId="06047849" w14:textId="77777777" w:rsidR="00363546" w:rsidRDefault="00363546" w:rsidP="006F59D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74873327" w14:textId="2F809EE6" w:rsidR="00363546" w:rsidRDefault="00363546" w:rsidP="006F59DC">
            <w:pPr>
              <w:pStyle w:val="SIBulletList1"/>
            </w:pPr>
            <w:r>
              <w:t xml:space="preserve">Report issues with equipment to supervisor clearly </w:t>
            </w:r>
            <w:r w:rsidR="001B5CE1" w:rsidRPr="001B5CE1">
              <w:t>and promptly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45CB67E" w:rsidR="002B6FFD" w:rsidRPr="00BA719F" w:rsidRDefault="00363546" w:rsidP="00BA719F">
            <w:pPr>
              <w:pStyle w:val="SIText"/>
            </w:pPr>
            <w:r w:rsidRPr="00BA719F">
              <w:t>AMPOPR2X1</w:t>
            </w:r>
            <w:r w:rsidR="00227E00" w:rsidRPr="00BA719F">
              <w:t>9</w:t>
            </w:r>
            <w:r w:rsidRPr="00BA719F">
              <w:t xml:space="preserve"> </w:t>
            </w:r>
            <w:r w:rsidR="003757F7" w:rsidRPr="00BA719F">
              <w:t>Operate carcase steam vacuum equipment</w:t>
            </w:r>
          </w:p>
        </w:tc>
        <w:tc>
          <w:tcPr>
            <w:tcW w:w="2254" w:type="dxa"/>
          </w:tcPr>
          <w:p w14:paraId="30E795CC" w14:textId="7D3D1A62" w:rsidR="002B6FFD" w:rsidRPr="00BA719F" w:rsidRDefault="00363546" w:rsidP="00BA719F">
            <w:pPr>
              <w:pStyle w:val="SIText"/>
            </w:pPr>
            <w:r w:rsidRPr="00BA719F">
              <w:t xml:space="preserve">AMPA2036 Operate </w:t>
            </w:r>
            <w:proofErr w:type="spellStart"/>
            <w:r w:rsidRPr="00BA719F">
              <w:t>sterivac</w:t>
            </w:r>
            <w:proofErr w:type="spellEnd"/>
            <w:r w:rsidRPr="00BA719F">
              <w:t xml:space="preserve"> equipment</w:t>
            </w:r>
          </w:p>
        </w:tc>
        <w:tc>
          <w:tcPr>
            <w:tcW w:w="2254" w:type="dxa"/>
          </w:tcPr>
          <w:p w14:paraId="2DC6605E" w14:textId="5724D2FB" w:rsidR="00363546" w:rsidRPr="00BA719F" w:rsidRDefault="00363546" w:rsidP="00BA719F">
            <w:pPr>
              <w:pStyle w:val="SIText"/>
            </w:pPr>
            <w:r w:rsidRPr="00BA719F">
              <w:rPr>
                <w:rStyle w:val="SITempText-Green"/>
                <w:color w:val="000000" w:themeColor="text1"/>
                <w:sz w:val="20"/>
              </w:rPr>
              <w:t xml:space="preserve">Unit code </w:t>
            </w:r>
            <w:r w:rsidR="00B21EC9" w:rsidRPr="00BA719F">
              <w:rPr>
                <w:rStyle w:val="SITempText-Green"/>
                <w:color w:val="000000" w:themeColor="text1"/>
                <w:sz w:val="20"/>
              </w:rPr>
              <w:t xml:space="preserve">and title </w:t>
            </w:r>
            <w:r w:rsidRPr="00BA719F">
              <w:rPr>
                <w:rStyle w:val="SITempText-Green"/>
                <w:color w:val="000000" w:themeColor="text1"/>
                <w:sz w:val="20"/>
              </w:rPr>
              <w:t>updated</w:t>
            </w:r>
          </w:p>
          <w:p w14:paraId="02A5C2FC" w14:textId="77777777" w:rsidR="00A05AA3" w:rsidRPr="00BA719F" w:rsidRDefault="00A05AA3" w:rsidP="00BA719F">
            <w:pPr>
              <w:pStyle w:val="SIText"/>
            </w:pPr>
            <w:r w:rsidRPr="00BA719F">
              <w:t>Unit sector code added</w:t>
            </w:r>
          </w:p>
          <w:p w14:paraId="2C35E39D" w14:textId="77777777" w:rsidR="00A05AA3" w:rsidRPr="00BA719F" w:rsidRDefault="00A05AA3" w:rsidP="00BA719F">
            <w:pPr>
              <w:pStyle w:val="SIText"/>
            </w:pPr>
            <w:r w:rsidRPr="00BA719F">
              <w:t>Unit application updated</w:t>
            </w:r>
          </w:p>
          <w:p w14:paraId="2E6BB0BE" w14:textId="77777777" w:rsidR="00363546" w:rsidRPr="00BA719F" w:rsidRDefault="00363546" w:rsidP="00BA719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A719F">
              <w:rPr>
                <w:rStyle w:val="SITempText-Green"/>
                <w:color w:val="000000" w:themeColor="text1"/>
                <w:sz w:val="20"/>
              </w:rPr>
              <w:t>Performance Criteria clarified</w:t>
            </w:r>
          </w:p>
          <w:p w14:paraId="74684482" w14:textId="77777777" w:rsidR="00363546" w:rsidRPr="00BA719F" w:rsidRDefault="00363546" w:rsidP="00BA719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A719F">
              <w:rPr>
                <w:rStyle w:val="SITempText-Green"/>
                <w:color w:val="000000" w:themeColor="text1"/>
                <w:sz w:val="20"/>
              </w:rPr>
              <w:t>Foundation Skills added</w:t>
            </w:r>
          </w:p>
          <w:p w14:paraId="46D0F478" w14:textId="77777777" w:rsidR="002B6FFD" w:rsidRPr="00BA719F" w:rsidRDefault="00A85F05" w:rsidP="00BA719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A719F">
              <w:rPr>
                <w:rStyle w:val="SITempText-Green"/>
                <w:color w:val="000000" w:themeColor="text1"/>
                <w:sz w:val="20"/>
              </w:rPr>
              <w:t>Assessment Requirements reworded for clarity</w:t>
            </w:r>
          </w:p>
          <w:p w14:paraId="3F6A7233" w14:textId="71A39229" w:rsidR="00BA719F" w:rsidRPr="00BA719F" w:rsidRDefault="00BA719F" w:rsidP="00BA719F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A719F">
              <w:rPr>
                <w:rStyle w:val="SITempText-Green"/>
                <w:color w:val="000000" w:themeColor="text1"/>
                <w:sz w:val="20"/>
              </w:rPr>
              <w:t>Mandatory workplace requirements clarified</w:t>
            </w:r>
          </w:p>
        </w:tc>
        <w:tc>
          <w:tcPr>
            <w:tcW w:w="2254" w:type="dxa"/>
          </w:tcPr>
          <w:p w14:paraId="71ABE61E" w14:textId="3DF19720" w:rsidR="002B6FFD" w:rsidRPr="00617041" w:rsidRDefault="00617041" w:rsidP="0061704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17041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46804FC7" w:rsidR="002941AB" w:rsidRDefault="001D04FC" w:rsidP="00BB6E0C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6BD4ACCD" w14:textId="351CB83D" w:rsidR="00EF38D5" w:rsidRDefault="00EF38D5" w:rsidP="00F1749F"/>
    <w:p w14:paraId="29D4C25F" w14:textId="77777777" w:rsidR="00EF38D5" w:rsidRDefault="00EF38D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145CA6" w14:paraId="129806D2" w14:textId="77777777" w:rsidTr="00BE5538">
        <w:tc>
          <w:tcPr>
            <w:tcW w:w="1980" w:type="dxa"/>
          </w:tcPr>
          <w:p w14:paraId="019E2D5F" w14:textId="496017B6" w:rsidR="00145CA6" w:rsidRDefault="00145CA6" w:rsidP="00BE5538">
            <w:pPr>
              <w:pStyle w:val="SIComponentTitle"/>
            </w:pPr>
            <w:r w:rsidRPr="00B6084E">
              <w:lastRenderedPageBreak/>
              <w:t>TITLE</w:t>
            </w:r>
          </w:p>
        </w:tc>
        <w:tc>
          <w:tcPr>
            <w:tcW w:w="7036" w:type="dxa"/>
          </w:tcPr>
          <w:p w14:paraId="2C3F471E" w14:textId="23D1F0EB" w:rsidR="00145CA6" w:rsidRDefault="00145CA6" w:rsidP="00BE5538">
            <w:pPr>
              <w:pStyle w:val="SIComponentTitle"/>
            </w:pPr>
            <w:r w:rsidRPr="00F647A0">
              <w:t xml:space="preserve">Assessment requirements for </w:t>
            </w:r>
            <w:r w:rsidR="00363546">
              <w:rPr>
                <w:rFonts w:eastAsia="Times New Roman" w:cstheme="minorHAnsi"/>
                <w:color w:val="213430"/>
                <w:lang w:eastAsia="en-AU"/>
              </w:rPr>
              <w:t>AMPOPR2X1</w:t>
            </w:r>
            <w:r w:rsidR="00227E00">
              <w:rPr>
                <w:rFonts w:eastAsia="Times New Roman" w:cstheme="minorHAnsi"/>
                <w:color w:val="213430"/>
                <w:lang w:eastAsia="en-AU"/>
              </w:rPr>
              <w:t>9</w:t>
            </w:r>
            <w:r w:rsidR="00363546">
              <w:t xml:space="preserve"> </w:t>
            </w:r>
            <w:r w:rsidR="003757F7" w:rsidRPr="003757F7">
              <w:t>Operate carcase steam vacuum equipment</w:t>
            </w:r>
          </w:p>
        </w:tc>
      </w:tr>
      <w:tr w:rsidR="00145CA6" w14:paraId="583BB79F" w14:textId="77777777" w:rsidTr="00BE5538">
        <w:tc>
          <w:tcPr>
            <w:tcW w:w="9016" w:type="dxa"/>
            <w:gridSpan w:val="2"/>
          </w:tcPr>
          <w:p w14:paraId="6D4A58C0" w14:textId="77777777" w:rsidR="00145CA6" w:rsidRDefault="00145CA6" w:rsidP="00BE5538">
            <w:pPr>
              <w:pStyle w:val="SIText-Bold"/>
            </w:pPr>
            <w:r w:rsidRPr="004F1592">
              <w:t>Performance Evidence</w:t>
            </w:r>
          </w:p>
        </w:tc>
      </w:tr>
      <w:tr w:rsidR="00145CA6" w14:paraId="5FE2F086" w14:textId="77777777" w:rsidTr="00BE5538">
        <w:tc>
          <w:tcPr>
            <w:tcW w:w="9016" w:type="dxa"/>
            <w:gridSpan w:val="2"/>
          </w:tcPr>
          <w:p w14:paraId="33EFCF0D" w14:textId="594E12DF" w:rsidR="00363546" w:rsidRDefault="00145CA6" w:rsidP="00BE5538">
            <w:pPr>
              <w:pStyle w:val="SIText"/>
            </w:pPr>
            <w:r w:rsidRPr="009B2D0A">
              <w:t xml:space="preserve">An individual demonstrating competency must satisfy </w:t>
            </w:r>
            <w:proofErr w:type="gramStart"/>
            <w:r w:rsidRPr="009B2D0A">
              <w:t>all of</w:t>
            </w:r>
            <w:proofErr w:type="gramEnd"/>
            <w:r w:rsidRPr="009B2D0A">
              <w:t xml:space="preserve"> the elements and performance criteria in this unit.</w:t>
            </w:r>
          </w:p>
          <w:p w14:paraId="1688C936" w14:textId="69A4ADFE" w:rsidR="007A0D93" w:rsidRDefault="00363546" w:rsidP="007A0D93">
            <w:pPr>
              <w:pStyle w:val="SIText"/>
            </w:pPr>
            <w:r>
              <w:t xml:space="preserve">There must be evidence that the individual has </w:t>
            </w:r>
            <w:r w:rsidR="003757F7">
              <w:t>o</w:t>
            </w:r>
            <w:r w:rsidR="003757F7" w:rsidRPr="003757F7">
              <w:t>perate</w:t>
            </w:r>
            <w:r w:rsidR="007A0D93">
              <w:t>d</w:t>
            </w:r>
            <w:r w:rsidR="003757F7" w:rsidRPr="003757F7">
              <w:t xml:space="preserve"> </w:t>
            </w:r>
            <w:r w:rsidR="003757F7">
              <w:t xml:space="preserve">and maintained </w:t>
            </w:r>
            <w:r w:rsidR="003757F7" w:rsidRPr="003757F7">
              <w:t>carcase steam vacuum equipment</w:t>
            </w:r>
            <w:r w:rsidR="003757F7">
              <w:t xml:space="preserve"> to effectively remove contamination</w:t>
            </w:r>
            <w:r w:rsidR="007671C9">
              <w:t xml:space="preserve"> from carcases along cutting </w:t>
            </w:r>
            <w:r w:rsidR="007A0D93">
              <w:t>lines</w:t>
            </w:r>
            <w:r w:rsidR="006C60FF">
              <w:t>, following workplace requirements</w:t>
            </w:r>
            <w:r w:rsidR="007A0D93">
              <w:t>.</w:t>
            </w:r>
          </w:p>
          <w:p w14:paraId="04E0E3C1" w14:textId="6C2F7DBC" w:rsidR="007A0D93" w:rsidRPr="003D723E" w:rsidRDefault="007A0D93" w:rsidP="007A0D93">
            <w:pPr>
              <w:pStyle w:val="SIText"/>
            </w:pPr>
            <w:r w:rsidRPr="003D723E">
              <w:t xml:space="preserve">For large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4</w:t>
            </w:r>
            <w:r w:rsidRPr="003D723E">
              <w:t xml:space="preserve"> carcases</w:t>
            </w:r>
            <w:r>
              <w:t xml:space="preserve"> </w:t>
            </w:r>
            <w:r w:rsidRPr="003D723E">
              <w:t xml:space="preserve">or </w:t>
            </w:r>
            <w:r>
              <w:t xml:space="preserve">for </w:t>
            </w:r>
            <w:r w:rsidRPr="003D723E">
              <w:t>15</w:t>
            </w:r>
            <w:r>
              <w:t xml:space="preserve"> </w:t>
            </w:r>
            <w:r w:rsidRPr="003D723E">
              <w:t>min</w:t>
            </w:r>
            <w:r>
              <w:t>utes,</w:t>
            </w:r>
            <w:r w:rsidRPr="003D723E">
              <w:t xml:space="preserve"> whichever comes first.</w:t>
            </w:r>
          </w:p>
          <w:p w14:paraId="428E176A" w14:textId="77777777" w:rsidR="007A0D93" w:rsidRPr="003D723E" w:rsidRDefault="007A0D93" w:rsidP="007A0D93">
            <w:pPr>
              <w:pStyle w:val="SIText"/>
            </w:pPr>
            <w:r w:rsidRPr="003D723E">
              <w:t xml:space="preserve">For small stock </w:t>
            </w:r>
            <w:r>
              <w:t>the</w:t>
            </w:r>
            <w:r w:rsidRPr="003D723E">
              <w:t xml:space="preserve"> assessor </w:t>
            </w:r>
            <w:r>
              <w:t>must</w:t>
            </w:r>
            <w:r w:rsidRPr="003D723E">
              <w:t xml:space="preserve"> observe the </w:t>
            </w:r>
            <w:r>
              <w:t>individual</w:t>
            </w:r>
            <w:r w:rsidRPr="003D723E">
              <w:t xml:space="preserve"> working on a minimum of </w:t>
            </w:r>
            <w:r>
              <w:t>20</w:t>
            </w:r>
            <w:r w:rsidRPr="003D723E">
              <w:t xml:space="preserve"> carcases or </w:t>
            </w:r>
            <w:r>
              <w:t xml:space="preserve">for </w:t>
            </w:r>
            <w:r w:rsidRPr="003D723E">
              <w:t>15 minutes</w:t>
            </w:r>
            <w:r>
              <w:t>,</w:t>
            </w:r>
            <w:r w:rsidRPr="003D723E">
              <w:t xml:space="preserve"> whichever comes first.</w:t>
            </w:r>
          </w:p>
          <w:p w14:paraId="60250F1A" w14:textId="77777777" w:rsidR="007A0D93" w:rsidRDefault="007A0D93" w:rsidP="007A0D93">
            <w:pPr>
              <w:pStyle w:val="SIText"/>
            </w:pPr>
            <w:r>
              <w:t>There must also be</w:t>
            </w:r>
            <w:r w:rsidRPr="003D723E">
              <w:t xml:space="preserve"> evidence that the </w:t>
            </w:r>
            <w:r>
              <w:t>individual</w:t>
            </w:r>
            <w:r w:rsidRPr="003D723E">
              <w:t xml:space="preserve"> has completed </w:t>
            </w:r>
            <w:r>
              <w:t>2</w:t>
            </w:r>
            <w:r w:rsidRPr="003D723E">
              <w:t xml:space="preserve"> shifts </w:t>
            </w:r>
            <w:r>
              <w:t>on the job,</w:t>
            </w:r>
            <w:r w:rsidRPr="003D723E">
              <w:t xml:space="preserve"> fulfilling workplace requirements (these shifts may include normal rotations into and out of the relevant </w:t>
            </w:r>
            <w:r>
              <w:t>work task</w:t>
            </w:r>
            <w:r w:rsidRPr="003D723E">
              <w:t>).</w:t>
            </w:r>
          </w:p>
          <w:p w14:paraId="2629FC16" w14:textId="54665C05" w:rsidR="003757F7" w:rsidRPr="003F449E" w:rsidRDefault="003757F7" w:rsidP="003757F7">
            <w:pPr>
              <w:pStyle w:val="BodyTextBold"/>
              <w:rPr>
                <w:rFonts w:ascii="Arial" w:eastAsiaTheme="minorHAnsi" w:hAnsi="Arial" w:cstheme="minorBidi"/>
                <w:color w:val="000000" w:themeColor="text1"/>
                <w:sz w:val="20"/>
              </w:rPr>
            </w:pPr>
            <w:r w:rsidRPr="003F449E">
              <w:rPr>
                <w:rFonts w:ascii="Arial" w:eastAsiaTheme="minorHAnsi" w:hAnsi="Arial" w:cstheme="minorBidi"/>
                <w:color w:val="000000" w:themeColor="text1"/>
                <w:sz w:val="20"/>
              </w:rPr>
              <w:t>Mandatory workplace requirements</w:t>
            </w:r>
          </w:p>
          <w:p w14:paraId="0A93B712" w14:textId="0DBC9FDE" w:rsidR="003757F7" w:rsidRDefault="003757F7" w:rsidP="00804992">
            <w:pPr>
              <w:pStyle w:val="SIText"/>
            </w:pPr>
            <w:r w:rsidRPr="00A27977">
              <w:t xml:space="preserve">All performance evidence specified above must be demonstrated in a </w:t>
            </w:r>
            <w:r>
              <w:t>meat processing</w:t>
            </w:r>
            <w:r w:rsidRPr="00A27977">
              <w:t xml:space="preserve"> premises.</w:t>
            </w:r>
          </w:p>
        </w:tc>
      </w:tr>
    </w:tbl>
    <w:p w14:paraId="28E2A62B" w14:textId="569A899D" w:rsidR="00145CA6" w:rsidRDefault="00145CA6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9B2D0A" w:rsidRDefault="0073329E" w:rsidP="000F31BE">
            <w:pPr>
              <w:pStyle w:val="SIText"/>
            </w:pPr>
            <w:r w:rsidRPr="0073329E">
              <w:t>An individual must be able to demonstrate the knowledge required to perform the tasks outlined in the elements and performance criteria of this unit. This includes knowledge of:</w:t>
            </w:r>
          </w:p>
          <w:p w14:paraId="5D95A143" w14:textId="4BCF7598" w:rsidR="003757F7" w:rsidRDefault="003757F7" w:rsidP="00317770">
            <w:pPr>
              <w:pStyle w:val="SIBulletList1"/>
            </w:pPr>
            <w:r>
              <w:t>workplace requirements for operating carcase steam vacuum equipment</w:t>
            </w:r>
          </w:p>
          <w:p w14:paraId="57692217" w14:textId="6DB3CE6D" w:rsidR="00317770" w:rsidRDefault="00317770" w:rsidP="00317770">
            <w:pPr>
              <w:pStyle w:val="SIBulletList1"/>
            </w:pPr>
            <w:r>
              <w:t xml:space="preserve">purpose of </w:t>
            </w:r>
            <w:r w:rsidR="003757F7">
              <w:t xml:space="preserve">carcase steam vacuum </w:t>
            </w:r>
            <w:r>
              <w:t>cleaning and consequences of not removing contamination to workplace requirements</w:t>
            </w:r>
          </w:p>
          <w:p w14:paraId="1F34A720" w14:textId="26030DAE" w:rsidR="00317770" w:rsidRDefault="00317770" w:rsidP="00317770">
            <w:pPr>
              <w:pStyle w:val="SIBulletList1"/>
            </w:pPr>
            <w:r>
              <w:t xml:space="preserve">types of </w:t>
            </w:r>
            <w:r w:rsidR="003757F7">
              <w:t xml:space="preserve">carcase steam vacuum </w:t>
            </w:r>
            <w:r>
              <w:t>equipment used for work area</w:t>
            </w:r>
          </w:p>
          <w:p w14:paraId="313DF7EF" w14:textId="5E309D35" w:rsidR="00870675" w:rsidRDefault="00870675" w:rsidP="00870675">
            <w:pPr>
              <w:pStyle w:val="SIBulletList1"/>
            </w:pPr>
            <w:r>
              <w:t xml:space="preserve">basic operating principles of </w:t>
            </w:r>
            <w:r w:rsidR="003757F7">
              <w:t xml:space="preserve">carcase steam vacuum </w:t>
            </w:r>
            <w:r>
              <w:t>equipment</w:t>
            </w:r>
          </w:p>
          <w:p w14:paraId="7E7A3363" w14:textId="0A0BE1A9" w:rsidR="00317770" w:rsidRDefault="00317770" w:rsidP="00317770">
            <w:pPr>
              <w:pStyle w:val="SIBulletList1"/>
            </w:pPr>
            <w:r>
              <w:t xml:space="preserve">hazards associated with using </w:t>
            </w:r>
            <w:r w:rsidR="003757F7">
              <w:t xml:space="preserve">carcase steam vacuum </w:t>
            </w:r>
            <w:r>
              <w:t>equipment and how the associated risks are controlled</w:t>
            </w:r>
          </w:p>
          <w:p w14:paraId="2DDEA9A2" w14:textId="77777777" w:rsidR="00317770" w:rsidRDefault="00870675" w:rsidP="00870675">
            <w:pPr>
              <w:pStyle w:val="SIBulletList1"/>
            </w:pPr>
            <w:r>
              <w:t>potential sources of contamination and cross-contamination</w:t>
            </w:r>
            <w:r w:rsidR="00317770">
              <w:t xml:space="preserve"> for the work area</w:t>
            </w:r>
          </w:p>
          <w:p w14:paraId="2CCDFD46" w14:textId="19721A8C" w:rsidR="004D6F12" w:rsidRDefault="00317770" w:rsidP="003757F7">
            <w:pPr>
              <w:pStyle w:val="SIBulletList1"/>
            </w:pPr>
            <w:r>
              <w:t xml:space="preserve">cleaning and maintenance procedures for </w:t>
            </w:r>
            <w:r w:rsidR="003757F7">
              <w:t xml:space="preserve">carcase steam vacuum </w:t>
            </w:r>
            <w:r>
              <w:t>equipment</w:t>
            </w:r>
            <w:r w:rsidR="003757F7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53888F4E" w14:textId="1B57356F" w:rsidR="00317770" w:rsidRDefault="00317770" w:rsidP="00317770">
            <w:pPr>
              <w:pStyle w:val="SIText"/>
            </w:pPr>
            <w:r>
              <w:t>Assessment of the skills in this unit of competency must take place under the following conditions:</w:t>
            </w:r>
          </w:p>
          <w:p w14:paraId="38EE7562" w14:textId="77777777" w:rsidR="00317770" w:rsidRPr="00095527" w:rsidRDefault="00317770" w:rsidP="00317770">
            <w:pPr>
              <w:pStyle w:val="SIBulletList1"/>
            </w:pPr>
            <w:r w:rsidRPr="00095527">
              <w:t>physical conditions:</w:t>
            </w:r>
          </w:p>
          <w:p w14:paraId="2F1A0679" w14:textId="49713E75" w:rsidR="00317770" w:rsidRPr="00BA719F" w:rsidRDefault="00317770" w:rsidP="00317770">
            <w:pPr>
              <w:pStyle w:val="SIBulletList2"/>
              <w:rPr>
                <w:i/>
                <w:iCs/>
              </w:rPr>
            </w:pPr>
            <w:r w:rsidRPr="00BA719F">
              <w:rPr>
                <w:i/>
                <w:iCs/>
              </w:rPr>
              <w:t xml:space="preserve">skills must be demonstrated </w:t>
            </w:r>
            <w:r w:rsidR="00CC53C0" w:rsidRPr="00BA719F">
              <w:rPr>
                <w:i/>
                <w:iCs/>
              </w:rPr>
              <w:t xml:space="preserve">in a </w:t>
            </w:r>
            <w:r w:rsidR="007671C9">
              <w:rPr>
                <w:i/>
                <w:iCs/>
              </w:rPr>
              <w:t>meat</w:t>
            </w:r>
            <w:r w:rsidR="003757F7" w:rsidRPr="00BA719F">
              <w:rPr>
                <w:i/>
                <w:iCs/>
              </w:rPr>
              <w:t xml:space="preserve"> processing</w:t>
            </w:r>
            <w:r w:rsidR="00CC53C0" w:rsidRPr="00BA719F">
              <w:rPr>
                <w:i/>
                <w:iCs/>
              </w:rPr>
              <w:t xml:space="preserve"> premises at workplace production speed</w:t>
            </w:r>
          </w:p>
          <w:p w14:paraId="14770994" w14:textId="77777777" w:rsidR="00317770" w:rsidRPr="00095527" w:rsidRDefault="00317770" w:rsidP="00317770">
            <w:pPr>
              <w:pStyle w:val="SIBulletList1"/>
            </w:pPr>
            <w:r w:rsidRPr="00095527">
              <w:t>resources, equipment and materials:</w:t>
            </w:r>
          </w:p>
          <w:p w14:paraId="35B74064" w14:textId="7D42B671" w:rsidR="00317770" w:rsidRPr="00BA719F" w:rsidRDefault="00317770" w:rsidP="00317770">
            <w:pPr>
              <w:pStyle w:val="SIBulletList2"/>
              <w:rPr>
                <w:i/>
                <w:iCs/>
              </w:rPr>
            </w:pPr>
            <w:r w:rsidRPr="00BA719F">
              <w:rPr>
                <w:i/>
                <w:iCs/>
              </w:rPr>
              <w:t>personal protective equipment</w:t>
            </w:r>
          </w:p>
          <w:p w14:paraId="250830FA" w14:textId="39F5A285" w:rsidR="003757F7" w:rsidRPr="00BA719F" w:rsidRDefault="003757F7" w:rsidP="00317770">
            <w:pPr>
              <w:pStyle w:val="SIBulletList2"/>
              <w:rPr>
                <w:i/>
                <w:iCs/>
              </w:rPr>
            </w:pPr>
            <w:r w:rsidRPr="00BA719F">
              <w:rPr>
                <w:i/>
                <w:iCs/>
              </w:rPr>
              <w:t xml:space="preserve">carcase steam vacuum equipment </w:t>
            </w:r>
          </w:p>
          <w:p w14:paraId="4E1DB565" w14:textId="1F688A08" w:rsidR="00317770" w:rsidRPr="00BA719F" w:rsidRDefault="007671C9" w:rsidP="00317770">
            <w:pPr>
              <w:pStyle w:val="SIBulletList2"/>
              <w:rPr>
                <w:i/>
                <w:iCs/>
              </w:rPr>
            </w:pPr>
            <w:r>
              <w:rPr>
                <w:i/>
                <w:iCs/>
              </w:rPr>
              <w:t>carcase</w:t>
            </w:r>
          </w:p>
          <w:p w14:paraId="64C4C193" w14:textId="77777777" w:rsidR="00317770" w:rsidRPr="00095527" w:rsidRDefault="00317770" w:rsidP="00317770">
            <w:pPr>
              <w:pStyle w:val="SIBulletList1"/>
            </w:pPr>
            <w:r w:rsidRPr="00095527">
              <w:t>specifications:</w:t>
            </w:r>
          </w:p>
          <w:p w14:paraId="640257E8" w14:textId="088413DA" w:rsidR="00A05AA3" w:rsidRPr="00BA719F" w:rsidRDefault="00317770" w:rsidP="00317770">
            <w:pPr>
              <w:pStyle w:val="SIBulletList2"/>
              <w:rPr>
                <w:i/>
                <w:iCs/>
              </w:rPr>
            </w:pPr>
            <w:r w:rsidRPr="00BA719F">
              <w:rPr>
                <w:i/>
                <w:iCs/>
              </w:rPr>
              <w:t>task-related documents</w:t>
            </w:r>
          </w:p>
          <w:p w14:paraId="26769A8E" w14:textId="4DFA357C" w:rsidR="00A05AA3" w:rsidRDefault="00CC53C0" w:rsidP="00804992">
            <w:pPr>
              <w:pStyle w:val="SIBulletList1"/>
            </w:pPr>
            <w:r>
              <w:t>personnel</w:t>
            </w:r>
            <w:r w:rsidR="00A05AA3">
              <w:t>:</w:t>
            </w:r>
          </w:p>
          <w:p w14:paraId="6B431518" w14:textId="61647AEF" w:rsidR="00317770" w:rsidRPr="00BA719F" w:rsidRDefault="003757F7" w:rsidP="00317770">
            <w:pPr>
              <w:pStyle w:val="SIBulletList2"/>
              <w:rPr>
                <w:i/>
                <w:iCs/>
              </w:rPr>
            </w:pPr>
            <w:r w:rsidRPr="00BA719F">
              <w:rPr>
                <w:i/>
                <w:iCs/>
              </w:rPr>
              <w:t xml:space="preserve">workplace </w:t>
            </w:r>
            <w:r w:rsidR="00A05AA3" w:rsidRPr="00BA719F">
              <w:rPr>
                <w:i/>
                <w:iCs/>
              </w:rPr>
              <w:t>supervisor</w:t>
            </w:r>
            <w:r w:rsidRPr="00BA719F">
              <w:rPr>
                <w:i/>
                <w:iCs/>
              </w:rPr>
              <w:t xml:space="preserve"> or mentor</w:t>
            </w:r>
            <w:r w:rsidR="00317770" w:rsidRPr="00BA719F">
              <w:rPr>
                <w:i/>
                <w:iCs/>
              </w:rPr>
              <w:t>.</w:t>
            </w:r>
          </w:p>
          <w:p w14:paraId="078D1AC1" w14:textId="336A0F63" w:rsidR="00317770" w:rsidRDefault="00317770" w:rsidP="00317770">
            <w:pPr>
              <w:pStyle w:val="SIText"/>
            </w:pPr>
            <w:r w:rsidRPr="001E67A6">
              <w:t>Assessment for this unit must include at least three forms of evidence.</w:t>
            </w:r>
          </w:p>
          <w:p w14:paraId="17A192B8" w14:textId="77777777" w:rsidR="00CD3DE8" w:rsidRDefault="00317770" w:rsidP="00752951">
            <w:pPr>
              <w:pStyle w:val="SIText"/>
            </w:pPr>
            <w:r w:rsidRPr="004A05F4">
              <w:lastRenderedPageBreak/>
              <w:t>Assessors of this unit must satisfy the requirements for assessors in applicable vocational education and training legislation, frameworks and/or standards.</w:t>
            </w:r>
          </w:p>
          <w:p w14:paraId="7B72F3B2" w14:textId="77777777" w:rsidR="003757F7" w:rsidRPr="002169F5" w:rsidRDefault="003757F7" w:rsidP="003757F7">
            <w:pPr>
              <w:pStyle w:val="BodyText"/>
              <w:rPr>
                <w:rFonts w:ascii="Arial" w:hAnsi="Arial"/>
                <w:b/>
                <w:color w:val="000000" w:themeColor="text1"/>
                <w:sz w:val="20"/>
              </w:rPr>
            </w:pPr>
            <w:r w:rsidRPr="002169F5">
              <w:rPr>
                <w:rFonts w:ascii="Arial" w:hAnsi="Arial"/>
                <w:b/>
                <w:color w:val="000000" w:themeColor="text1"/>
                <w:sz w:val="20"/>
              </w:rPr>
              <w:t>Mandatory workplace requirements</w:t>
            </w:r>
          </w:p>
          <w:p w14:paraId="3AA57379" w14:textId="64A6BA02" w:rsidR="003757F7" w:rsidRDefault="003757F7" w:rsidP="00752951">
            <w:pPr>
              <w:pStyle w:val="SIText"/>
            </w:pPr>
            <w:r w:rsidRPr="00E01F17">
              <w:t xml:space="preserve">Mandatory workplace requirements are shown in </w:t>
            </w:r>
            <w:r w:rsidRPr="002169F5">
              <w:rPr>
                <w:i/>
              </w:rPr>
              <w:t>italic</w:t>
            </w:r>
            <w:r w:rsidRPr="00E01F17">
              <w:t xml:space="preserve"> text. Refer to the Companion Volume Implementation Guide for further information.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004693F5" w:rsidR="00CD3DE8" w:rsidRDefault="001D04FC" w:rsidP="00456AA0">
            <w:pPr>
              <w:pStyle w:val="SIText"/>
            </w:pPr>
            <w:r w:rsidRPr="001D04FC">
              <w:t>https://vetnet.gov.au/Pages/TrainingDocs.aspx?q=5e2e56b7-698f-4822-84bb-25adbb8443a7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C80BE" w14:textId="77777777" w:rsidR="00D75E36" w:rsidRDefault="00D75E36" w:rsidP="00A31F58">
      <w:pPr>
        <w:spacing w:after="0" w:line="240" w:lineRule="auto"/>
      </w:pPr>
      <w:r>
        <w:separator/>
      </w:r>
    </w:p>
  </w:endnote>
  <w:endnote w:type="continuationSeparator" w:id="0">
    <w:p w14:paraId="1FF44DBB" w14:textId="77777777" w:rsidR="00D75E36" w:rsidRDefault="00D75E3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2F92E" w14:textId="77777777" w:rsidR="00D75E36" w:rsidRDefault="00D75E36" w:rsidP="00A31F58">
      <w:pPr>
        <w:spacing w:after="0" w:line="240" w:lineRule="auto"/>
      </w:pPr>
      <w:r>
        <w:separator/>
      </w:r>
    </w:p>
  </w:footnote>
  <w:footnote w:type="continuationSeparator" w:id="0">
    <w:p w14:paraId="3A848E79" w14:textId="77777777" w:rsidR="00D75E36" w:rsidRDefault="00D75E3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7536724"/>
      <w:docPartObj>
        <w:docPartGallery w:val="Watermarks"/>
        <w:docPartUnique/>
      </w:docPartObj>
    </w:sdtPr>
    <w:sdtContent>
      <w:p w14:paraId="1138F0C3" w14:textId="12E2C518" w:rsidR="002036DD" w:rsidRDefault="00000000">
        <w:pPr>
          <w:pStyle w:val="Header"/>
        </w:pPr>
        <w:r>
          <w:rPr>
            <w:noProof/>
          </w:rPr>
          <w:pict w14:anchorId="260FD8F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363546">
          <w:rPr>
            <w:rFonts w:eastAsia="Times New Roman" w:cstheme="minorHAnsi"/>
            <w:color w:val="213430"/>
            <w:lang w:eastAsia="en-AU"/>
          </w:rPr>
          <w:t>AMPOPR2X1</w:t>
        </w:r>
        <w:r w:rsidR="00227E00">
          <w:rPr>
            <w:rFonts w:eastAsia="Times New Roman" w:cstheme="minorHAnsi"/>
            <w:color w:val="213430"/>
            <w:lang w:eastAsia="en-AU"/>
          </w:rPr>
          <w:t>9</w:t>
        </w:r>
        <w:r w:rsidR="00DC1859" w:rsidRPr="00DC1859">
          <w:t xml:space="preserve"> </w:t>
        </w:r>
        <w:r w:rsidR="003757F7" w:rsidRPr="003757F7">
          <w:t>Operate carcase steam vacuum equipment</w:t>
        </w:r>
        <w:r w:rsidR="003757F7" w:rsidRPr="003757F7" w:rsidDel="003757F7"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0AE6"/>
    <w:rsid w:val="0006755A"/>
    <w:rsid w:val="00093962"/>
    <w:rsid w:val="000A3C05"/>
    <w:rsid w:val="000C2D63"/>
    <w:rsid w:val="000C695D"/>
    <w:rsid w:val="000D2541"/>
    <w:rsid w:val="000D7106"/>
    <w:rsid w:val="001229A8"/>
    <w:rsid w:val="00126186"/>
    <w:rsid w:val="00130380"/>
    <w:rsid w:val="00145CA6"/>
    <w:rsid w:val="00165A1B"/>
    <w:rsid w:val="00173622"/>
    <w:rsid w:val="00181EB8"/>
    <w:rsid w:val="0018209D"/>
    <w:rsid w:val="0018245B"/>
    <w:rsid w:val="00191B2B"/>
    <w:rsid w:val="001B320C"/>
    <w:rsid w:val="001B44A0"/>
    <w:rsid w:val="001B5CE1"/>
    <w:rsid w:val="001D04FC"/>
    <w:rsid w:val="001F15A4"/>
    <w:rsid w:val="002036DD"/>
    <w:rsid w:val="002269B6"/>
    <w:rsid w:val="00227E00"/>
    <w:rsid w:val="00241F8D"/>
    <w:rsid w:val="00243D66"/>
    <w:rsid w:val="00245AF9"/>
    <w:rsid w:val="00252B64"/>
    <w:rsid w:val="002536CE"/>
    <w:rsid w:val="00275B06"/>
    <w:rsid w:val="0029089C"/>
    <w:rsid w:val="002941AB"/>
    <w:rsid w:val="002A4AF9"/>
    <w:rsid w:val="002B6FFD"/>
    <w:rsid w:val="002B779C"/>
    <w:rsid w:val="002C51A2"/>
    <w:rsid w:val="002D45DD"/>
    <w:rsid w:val="002D785C"/>
    <w:rsid w:val="00303F8C"/>
    <w:rsid w:val="00316C52"/>
    <w:rsid w:val="00317770"/>
    <w:rsid w:val="00320155"/>
    <w:rsid w:val="00354BED"/>
    <w:rsid w:val="003556ED"/>
    <w:rsid w:val="00357C5E"/>
    <w:rsid w:val="00363546"/>
    <w:rsid w:val="00370A20"/>
    <w:rsid w:val="003757F7"/>
    <w:rsid w:val="003A3607"/>
    <w:rsid w:val="003A599B"/>
    <w:rsid w:val="003C2946"/>
    <w:rsid w:val="003E7009"/>
    <w:rsid w:val="004011B0"/>
    <w:rsid w:val="00422906"/>
    <w:rsid w:val="00427903"/>
    <w:rsid w:val="00436CCB"/>
    <w:rsid w:val="00442C66"/>
    <w:rsid w:val="0044538D"/>
    <w:rsid w:val="004523C2"/>
    <w:rsid w:val="00456AA0"/>
    <w:rsid w:val="00460E5D"/>
    <w:rsid w:val="00473049"/>
    <w:rsid w:val="00477395"/>
    <w:rsid w:val="004926D5"/>
    <w:rsid w:val="004961F9"/>
    <w:rsid w:val="004A05F4"/>
    <w:rsid w:val="004C6933"/>
    <w:rsid w:val="004C71D8"/>
    <w:rsid w:val="004D6F12"/>
    <w:rsid w:val="004D7A23"/>
    <w:rsid w:val="004E7397"/>
    <w:rsid w:val="004F1592"/>
    <w:rsid w:val="004F166C"/>
    <w:rsid w:val="004F6721"/>
    <w:rsid w:val="004F6BFA"/>
    <w:rsid w:val="004F777B"/>
    <w:rsid w:val="00517713"/>
    <w:rsid w:val="005366D2"/>
    <w:rsid w:val="00551887"/>
    <w:rsid w:val="00565971"/>
    <w:rsid w:val="00574B57"/>
    <w:rsid w:val="00584F93"/>
    <w:rsid w:val="00597A8B"/>
    <w:rsid w:val="005A72EE"/>
    <w:rsid w:val="005D6BB7"/>
    <w:rsid w:val="005E7C5F"/>
    <w:rsid w:val="00600188"/>
    <w:rsid w:val="006163E3"/>
    <w:rsid w:val="00617041"/>
    <w:rsid w:val="00643F13"/>
    <w:rsid w:val="006474E2"/>
    <w:rsid w:val="00663B83"/>
    <w:rsid w:val="006765A5"/>
    <w:rsid w:val="006A4CBD"/>
    <w:rsid w:val="006C60FF"/>
    <w:rsid w:val="006E1826"/>
    <w:rsid w:val="006F6C94"/>
    <w:rsid w:val="007062B6"/>
    <w:rsid w:val="00711827"/>
    <w:rsid w:val="0071412A"/>
    <w:rsid w:val="00715042"/>
    <w:rsid w:val="007225D9"/>
    <w:rsid w:val="0073050A"/>
    <w:rsid w:val="0073329E"/>
    <w:rsid w:val="00752951"/>
    <w:rsid w:val="007671C9"/>
    <w:rsid w:val="00790F47"/>
    <w:rsid w:val="007976AE"/>
    <w:rsid w:val="007A0D93"/>
    <w:rsid w:val="007A1B22"/>
    <w:rsid w:val="007A5DD5"/>
    <w:rsid w:val="007B145B"/>
    <w:rsid w:val="007B3414"/>
    <w:rsid w:val="007C1263"/>
    <w:rsid w:val="007C2D96"/>
    <w:rsid w:val="007C4C41"/>
    <w:rsid w:val="007E2D79"/>
    <w:rsid w:val="007E6453"/>
    <w:rsid w:val="007E76B5"/>
    <w:rsid w:val="007F24F6"/>
    <w:rsid w:val="007F2CD7"/>
    <w:rsid w:val="007F64D4"/>
    <w:rsid w:val="00804992"/>
    <w:rsid w:val="00831440"/>
    <w:rsid w:val="00833178"/>
    <w:rsid w:val="00834C3B"/>
    <w:rsid w:val="00835E74"/>
    <w:rsid w:val="00861368"/>
    <w:rsid w:val="00870675"/>
    <w:rsid w:val="00874912"/>
    <w:rsid w:val="00881257"/>
    <w:rsid w:val="0088683C"/>
    <w:rsid w:val="008A0DAE"/>
    <w:rsid w:val="008D162F"/>
    <w:rsid w:val="008E60BD"/>
    <w:rsid w:val="008F022F"/>
    <w:rsid w:val="009040DB"/>
    <w:rsid w:val="00914B8F"/>
    <w:rsid w:val="0091674B"/>
    <w:rsid w:val="00916BA3"/>
    <w:rsid w:val="00936924"/>
    <w:rsid w:val="0094240E"/>
    <w:rsid w:val="00951B10"/>
    <w:rsid w:val="009604B1"/>
    <w:rsid w:val="0096322E"/>
    <w:rsid w:val="00966D92"/>
    <w:rsid w:val="00980521"/>
    <w:rsid w:val="009A7037"/>
    <w:rsid w:val="009B2D0A"/>
    <w:rsid w:val="009B3F2C"/>
    <w:rsid w:val="009C0027"/>
    <w:rsid w:val="00A05AA3"/>
    <w:rsid w:val="00A173C7"/>
    <w:rsid w:val="00A2515C"/>
    <w:rsid w:val="00A31F58"/>
    <w:rsid w:val="00A6352D"/>
    <w:rsid w:val="00A711F2"/>
    <w:rsid w:val="00A74884"/>
    <w:rsid w:val="00A84830"/>
    <w:rsid w:val="00A85F05"/>
    <w:rsid w:val="00A92253"/>
    <w:rsid w:val="00A965FD"/>
    <w:rsid w:val="00AB60F5"/>
    <w:rsid w:val="00AC3944"/>
    <w:rsid w:val="00AD3EFF"/>
    <w:rsid w:val="00AE4A97"/>
    <w:rsid w:val="00AE5D76"/>
    <w:rsid w:val="00AF1960"/>
    <w:rsid w:val="00AF6FF0"/>
    <w:rsid w:val="00B05AB1"/>
    <w:rsid w:val="00B12287"/>
    <w:rsid w:val="00B21EC9"/>
    <w:rsid w:val="00B35146"/>
    <w:rsid w:val="00B37C0A"/>
    <w:rsid w:val="00B55FD2"/>
    <w:rsid w:val="00B6084E"/>
    <w:rsid w:val="00B654CA"/>
    <w:rsid w:val="00B6649F"/>
    <w:rsid w:val="00B76695"/>
    <w:rsid w:val="00B81EB9"/>
    <w:rsid w:val="00B93720"/>
    <w:rsid w:val="00B9729C"/>
    <w:rsid w:val="00BA719F"/>
    <w:rsid w:val="00BA7A86"/>
    <w:rsid w:val="00BB6E0C"/>
    <w:rsid w:val="00BE46B2"/>
    <w:rsid w:val="00BE6877"/>
    <w:rsid w:val="00C07989"/>
    <w:rsid w:val="00C3799E"/>
    <w:rsid w:val="00C43F3C"/>
    <w:rsid w:val="00C465B3"/>
    <w:rsid w:val="00C63F9B"/>
    <w:rsid w:val="00C65106"/>
    <w:rsid w:val="00C960E6"/>
    <w:rsid w:val="00CB334A"/>
    <w:rsid w:val="00CB37E5"/>
    <w:rsid w:val="00CC037A"/>
    <w:rsid w:val="00CC53C0"/>
    <w:rsid w:val="00CD2975"/>
    <w:rsid w:val="00CD3DE8"/>
    <w:rsid w:val="00CE6439"/>
    <w:rsid w:val="00CF29BC"/>
    <w:rsid w:val="00D43A13"/>
    <w:rsid w:val="00D65E4C"/>
    <w:rsid w:val="00D75E36"/>
    <w:rsid w:val="00D841E3"/>
    <w:rsid w:val="00D848A7"/>
    <w:rsid w:val="00D91902"/>
    <w:rsid w:val="00D9385D"/>
    <w:rsid w:val="00D93DC1"/>
    <w:rsid w:val="00D956DB"/>
    <w:rsid w:val="00DA13E4"/>
    <w:rsid w:val="00DA35AA"/>
    <w:rsid w:val="00DB1384"/>
    <w:rsid w:val="00DC1859"/>
    <w:rsid w:val="00DD620C"/>
    <w:rsid w:val="00DE7DA6"/>
    <w:rsid w:val="00E12424"/>
    <w:rsid w:val="00E138E9"/>
    <w:rsid w:val="00E37DEC"/>
    <w:rsid w:val="00E4130D"/>
    <w:rsid w:val="00E47868"/>
    <w:rsid w:val="00E50FA5"/>
    <w:rsid w:val="00E54B60"/>
    <w:rsid w:val="00E5576D"/>
    <w:rsid w:val="00E60437"/>
    <w:rsid w:val="00EA1900"/>
    <w:rsid w:val="00EB429F"/>
    <w:rsid w:val="00EB7BD5"/>
    <w:rsid w:val="00ED1034"/>
    <w:rsid w:val="00EE539E"/>
    <w:rsid w:val="00EF1740"/>
    <w:rsid w:val="00EF38D5"/>
    <w:rsid w:val="00F107E3"/>
    <w:rsid w:val="00F1749F"/>
    <w:rsid w:val="00F35219"/>
    <w:rsid w:val="00F3546E"/>
    <w:rsid w:val="00F4120A"/>
    <w:rsid w:val="00F4670D"/>
    <w:rsid w:val="00F647A0"/>
    <w:rsid w:val="00F71ABC"/>
    <w:rsid w:val="00F900CF"/>
    <w:rsid w:val="00FB5C54"/>
    <w:rsid w:val="00FD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63546"/>
    <w:pPr>
      <w:spacing w:after="0" w:line="240" w:lineRule="auto"/>
    </w:pPr>
  </w:style>
  <w:style w:type="paragraph" w:customStyle="1" w:styleId="BodyTextBold">
    <w:name w:val="Body Text Bold"/>
    <w:basedOn w:val="BodyText"/>
    <w:qFormat/>
    <w:rsid w:val="003757F7"/>
    <w:pPr>
      <w:keepLines/>
      <w:spacing w:before="120" w:line="240" w:lineRule="auto"/>
    </w:pPr>
    <w:rPr>
      <w:rFonts w:ascii="Times New Roman" w:eastAsia="Times New Roman" w:hAnsi="Times New Roman" w:cs="Times New Roman"/>
      <w:b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3757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75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4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Consensus Gathering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273F90E62A94886BBA1672B8AD39D" ma:contentTypeVersion="" ma:contentTypeDescription="Create a new document." ma:contentTypeScope="" ma:versionID="4e794508356c03f9ef2296c22b625ba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d9f16d0e-a37a-4d61-9000-fe4c9e1013bf" targetNamespace="http://schemas.microsoft.com/office/2006/metadata/properties" ma:root="true" ma:fieldsID="1e5f19c700565d5176c9a7014dacb610" ns1:_="" ns2:_="" ns3:_="">
    <xsd:import namespace="http://schemas.microsoft.com/sharepoint/v3"/>
    <xsd:import namespace="d50bbff7-d6dd-47d2-864a-cfdc2c3db0f4"/>
    <xsd:import namespace="d9f16d0e-a37a-4d61-9000-fe4c9e1013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Consensus Gathering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  <xsd:enumeration value="From stage 1"/>
          <xsd:enumeration value="move to stage 3"/>
          <xsd:enumeration value="Draft 2"/>
          <xsd:enumeration value="Minor Upd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16d0e-a37a-4d61-9000-fe4c9e101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0A1DE3-90E8-40F6-97C3-18F6732CD0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AA15A3-5784-471D-8105-49882ADEC4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d9f16d0e-a37a-4d61-9000-fe4c9e1013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7A553B-F626-4DF3-A7CF-E8841C64EE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27</cp:revision>
  <dcterms:created xsi:type="dcterms:W3CDTF">2023-11-14T21:38:00Z</dcterms:created>
  <dcterms:modified xsi:type="dcterms:W3CDTF">2025-01-14T22:41:00Z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0x010100114273F90E62A94886BBA1672B8AD39D</vt:lpwstr>
  </property>
  <property fmtid="{D5CDD505-2E9C-101B-9397-08002B2CF9AE}" pid="3" name="Order">
    <vt:r8>3800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