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30C00002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97FFCD9" w:rsidR="00F1480E" w:rsidRPr="005404CB" w:rsidRDefault="00F1480E" w:rsidP="0035257E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F6FB57B" w:rsidR="00F1480E" w:rsidRPr="005404CB" w:rsidRDefault="003442C8" w:rsidP="0035257E">
            <w:pPr>
              <w:pStyle w:val="SIText"/>
            </w:pPr>
            <w:r w:rsidRPr="009F3703">
              <w:t xml:space="preserve">This version released with </w:t>
            </w:r>
            <w:r w:rsidRPr="003442C8">
              <w:t>AMP Australian Meat Processing Training Package release 9.0</w:t>
            </w:r>
            <w:r w:rsidR="008F3B59" w:rsidRPr="008F3B59">
              <w:t>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EAE79D9" w:rsidR="00F1480E" w:rsidRPr="00887E41" w:rsidRDefault="00073200" w:rsidP="003F5976">
            <w:pPr>
              <w:pStyle w:val="SIUNITCODE"/>
              <w:rPr>
                <w:rStyle w:val="SITemporaryText-green"/>
                <w:color w:val="auto"/>
              </w:rPr>
            </w:pPr>
            <w:r w:rsidRPr="00887E41">
              <w:rPr>
                <w:rStyle w:val="SITemporaryText-green"/>
                <w:color w:val="auto"/>
              </w:rPr>
              <w:t>AMP</w:t>
            </w:r>
            <w:r w:rsidR="00A53E74" w:rsidRPr="00887E41">
              <w:rPr>
                <w:rStyle w:val="SITemporaryText-green"/>
                <w:color w:val="auto"/>
              </w:rPr>
              <w:t>PKG2</w:t>
            </w:r>
            <w:r w:rsidR="003F5976" w:rsidRPr="003F5976">
              <w:rPr>
                <w:rStyle w:val="SITemporaryText-green"/>
                <w:color w:val="auto"/>
              </w:rPr>
              <w:t>0</w:t>
            </w:r>
            <w:r w:rsidRPr="00887E41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66CDE3F2" w:rsidR="00F1480E" w:rsidRPr="005404CB" w:rsidRDefault="00073200" w:rsidP="005404CB">
            <w:pPr>
              <w:pStyle w:val="SIUnittitle"/>
            </w:pPr>
            <w:r w:rsidRPr="00073200">
              <w:t>Package product using gas flushing process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6D853C" w14:textId="484DA0CF" w:rsidR="00D725C7" w:rsidRDefault="00D725C7" w:rsidP="00D725C7">
            <w:pPr>
              <w:pStyle w:val="SIText"/>
            </w:pPr>
            <w:r w:rsidRPr="00D725C7">
              <w:t>This unit describes the skills and knowledge required to operate packaging processes that incorporate gas flushing</w:t>
            </w:r>
            <w:r w:rsidR="00AF17C1">
              <w:t xml:space="preserve">, a process to extend the </w:t>
            </w:r>
            <w:r w:rsidR="00AF17C1" w:rsidRPr="00D725C7">
              <w:t>shelf life of product.</w:t>
            </w:r>
          </w:p>
          <w:p w14:paraId="051076AB" w14:textId="77777777" w:rsidR="00D725C7" w:rsidRPr="00D725C7" w:rsidRDefault="00D725C7" w:rsidP="00D725C7">
            <w:pPr>
              <w:pStyle w:val="SIText"/>
            </w:pPr>
          </w:p>
          <w:p w14:paraId="609D0A4A" w14:textId="3F4136E4" w:rsidR="00D725C7" w:rsidRDefault="00AF17C1" w:rsidP="00D725C7">
            <w:pPr>
              <w:pStyle w:val="SIText"/>
            </w:pPr>
            <w:r w:rsidRPr="00D641FB">
              <w:t>This unit</w:t>
            </w:r>
            <w:r w:rsidRPr="00AF17C1">
              <w:t xml:space="preserve"> applies to individuals who </w:t>
            </w:r>
            <w:r>
              <w:t>work under general supervision to o</w:t>
            </w:r>
            <w:r w:rsidR="00D725C7" w:rsidRPr="00D725C7">
              <w:t>perat</w:t>
            </w:r>
            <w:r>
              <w:t>e packaging equipment</w:t>
            </w:r>
            <w:r w:rsidR="00D725C7" w:rsidRPr="00D725C7">
              <w:t xml:space="preserve"> in </w:t>
            </w:r>
            <w:r w:rsidR="00CA73F8">
              <w:t>food or meat processing premises.</w:t>
            </w:r>
          </w:p>
          <w:p w14:paraId="550A79A1" w14:textId="77777777" w:rsidR="00D725C7" w:rsidRPr="00D725C7" w:rsidRDefault="00D725C7" w:rsidP="00D725C7">
            <w:pPr>
              <w:pStyle w:val="SIText"/>
            </w:pPr>
          </w:p>
          <w:p w14:paraId="6297404C" w14:textId="77777777" w:rsidR="00AF17C1" w:rsidRPr="00AF17C1" w:rsidRDefault="00AF17C1" w:rsidP="00AF17C1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AF17C1">
              <w:t>, food and meat safety regulations, legislation and standards that apply to the workplace.</w:t>
            </w:r>
          </w:p>
          <w:p w14:paraId="5F8A8D42" w14:textId="77777777" w:rsidR="00AF17C1" w:rsidRDefault="00AF17C1" w:rsidP="00AF17C1">
            <w:pPr>
              <w:pStyle w:val="SIText"/>
            </w:pPr>
          </w:p>
          <w:p w14:paraId="62FCE5D3" w14:textId="77777777" w:rsidR="00373436" w:rsidRDefault="00AF17C1" w:rsidP="00D725C7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  <w:p w14:paraId="38F0CCE4" w14:textId="77777777" w:rsidR="00CA73F8" w:rsidRDefault="00CA73F8" w:rsidP="00D725C7">
            <w:pPr>
              <w:pStyle w:val="SIText"/>
            </w:pPr>
          </w:p>
          <w:p w14:paraId="01301B08" w14:textId="77777777" w:rsidR="00CA73F8" w:rsidRDefault="00CA73F8" w:rsidP="00CA73F8">
            <w:pPr>
              <w:pStyle w:val="SIText"/>
            </w:pPr>
            <w:r w:rsidRPr="007F262B">
              <w:t>Mandatory workplace requirements apply to the assessment of this unit.</w:t>
            </w:r>
          </w:p>
          <w:p w14:paraId="077C0FC6" w14:textId="34356015" w:rsidR="00CA73F8" w:rsidRPr="000754EC" w:rsidRDefault="00CA73F8" w:rsidP="00D725C7">
            <w:pPr>
              <w:pStyle w:val="SIText"/>
            </w:pP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FC94C1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A9CF566" w:rsidR="00F1480E" w:rsidRPr="00887E41" w:rsidRDefault="00A53E74" w:rsidP="000D1EED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87E41">
              <w:rPr>
                <w:rStyle w:val="SITemporaryText-green"/>
                <w:color w:val="auto"/>
                <w:sz w:val="20"/>
              </w:rPr>
              <w:t>Packaging (PKG)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A4453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46564C8" w:rsidR="008A4453" w:rsidRPr="008A4453" w:rsidRDefault="008A4453" w:rsidP="008A4453">
            <w:pPr>
              <w:pStyle w:val="SIText"/>
            </w:pPr>
            <w:r w:rsidRPr="008A4453">
              <w:t xml:space="preserve">1. </w:t>
            </w:r>
            <w:r w:rsidR="00AF17C1">
              <w:t xml:space="preserve">Prepare for using </w:t>
            </w:r>
            <w:r w:rsidRPr="008A4453">
              <w:t>gas flushing process</w:t>
            </w:r>
          </w:p>
        </w:tc>
        <w:tc>
          <w:tcPr>
            <w:tcW w:w="3604" w:type="pct"/>
            <w:shd w:val="clear" w:color="auto" w:fill="auto"/>
          </w:tcPr>
          <w:p w14:paraId="0C6C5838" w14:textId="77777777" w:rsidR="00AF17C1" w:rsidRPr="00D6607A" w:rsidRDefault="00AF17C1" w:rsidP="00AF17C1">
            <w:pPr>
              <w:pStyle w:val="SIText"/>
            </w:pPr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338105A1" w14:textId="3466BD74" w:rsidR="00AF17C1" w:rsidRPr="00D6607A" w:rsidRDefault="00AF17C1" w:rsidP="00AF17C1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for the </w:t>
            </w:r>
            <w:r>
              <w:t>gas flushing process</w:t>
            </w:r>
            <w:r w:rsidR="001D6C27">
              <w:t>,</w:t>
            </w:r>
            <w:r>
              <w:t xml:space="preserve"> </w:t>
            </w:r>
            <w:r w:rsidRPr="00D6607A">
              <w:t>and inform supervisor</w:t>
            </w:r>
          </w:p>
          <w:p w14:paraId="4001866C" w14:textId="2F500850" w:rsidR="008A4453" w:rsidRPr="008A4453" w:rsidRDefault="008A4453" w:rsidP="008A4453">
            <w:pPr>
              <w:pStyle w:val="SIText"/>
            </w:pPr>
            <w:r w:rsidRPr="008A4453">
              <w:t>1.</w:t>
            </w:r>
            <w:r w:rsidR="00AF17C1">
              <w:t>3</w:t>
            </w:r>
            <w:r w:rsidR="00AF17C1" w:rsidRPr="008A4453">
              <w:t xml:space="preserve"> </w:t>
            </w:r>
            <w:r w:rsidRPr="008A4453">
              <w:t xml:space="preserve">Set up machinery for packaging process according to workplace requirements </w:t>
            </w:r>
          </w:p>
          <w:p w14:paraId="11FB5AFC" w14:textId="3209E820" w:rsidR="008A4453" w:rsidRDefault="008A4453" w:rsidP="008A4453">
            <w:pPr>
              <w:pStyle w:val="SIText"/>
            </w:pPr>
            <w:r w:rsidRPr="008A4453">
              <w:t>1.</w:t>
            </w:r>
            <w:r w:rsidR="00AF17C1">
              <w:t>4</w:t>
            </w:r>
            <w:r w:rsidR="00AF17C1" w:rsidRPr="008A4453">
              <w:t xml:space="preserve"> </w:t>
            </w:r>
            <w:r w:rsidRPr="008A4453">
              <w:t>Set up and check gas cylinders according to workplace requirements and supplier's specifications</w:t>
            </w:r>
          </w:p>
          <w:p w14:paraId="0ACD8386" w14:textId="7396AB39" w:rsidR="00AF17C1" w:rsidRPr="008A4453" w:rsidRDefault="004D72A3" w:rsidP="008A4453">
            <w:pPr>
              <w:pStyle w:val="SIText"/>
            </w:pPr>
            <w:r>
              <w:t>1.5</w:t>
            </w:r>
            <w:r w:rsidR="00AF17C1" w:rsidRPr="008A4453">
              <w:t xml:space="preserve"> Set up </w:t>
            </w:r>
            <w:r w:rsidR="00AF17C1">
              <w:t>supply</w:t>
            </w:r>
            <w:r>
              <w:t xml:space="preserve"> of</w:t>
            </w:r>
            <w:r w:rsidR="00AF17C1" w:rsidRPr="008A4453">
              <w:t xml:space="preserve"> packaging </w:t>
            </w:r>
            <w:r w:rsidR="00AF17C1">
              <w:t>consumables</w:t>
            </w:r>
            <w:r w:rsidR="00AF17C1" w:rsidRPr="008A4453">
              <w:t xml:space="preserve"> in appropriate positions on packaging line </w:t>
            </w:r>
          </w:p>
        </w:tc>
      </w:tr>
      <w:tr w:rsidR="008A4453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11AE0E0" w:rsidR="008A4453" w:rsidRPr="008A4453" w:rsidRDefault="004D72A3" w:rsidP="008A4453">
            <w:pPr>
              <w:pStyle w:val="SIText"/>
            </w:pPr>
            <w:r>
              <w:t>2</w:t>
            </w:r>
            <w:r w:rsidR="008A4453" w:rsidRPr="008A4453">
              <w:t>. Operate gas flushing process to throughput requirements</w:t>
            </w:r>
          </w:p>
        </w:tc>
        <w:tc>
          <w:tcPr>
            <w:tcW w:w="3604" w:type="pct"/>
            <w:shd w:val="clear" w:color="auto" w:fill="auto"/>
          </w:tcPr>
          <w:p w14:paraId="5BB19A07" w14:textId="643A6F7E" w:rsidR="008A4453" w:rsidRDefault="004D72A3" w:rsidP="008A4453">
            <w:pPr>
              <w:pStyle w:val="SIText"/>
            </w:pPr>
            <w:r>
              <w:t>2</w:t>
            </w:r>
            <w:r w:rsidR="008A4453" w:rsidRPr="008A4453">
              <w:t>.1 Operate packaging machinery</w:t>
            </w:r>
            <w:r w:rsidR="001D6C27">
              <w:t>,</w:t>
            </w:r>
            <w:r w:rsidR="008A4453" w:rsidRPr="008A4453">
              <w:t xml:space="preserve"> </w:t>
            </w:r>
            <w:r>
              <w:t>maintaining</w:t>
            </w:r>
            <w:r w:rsidR="008A4453" w:rsidRPr="008A4453">
              <w:t xml:space="preserve"> throughput requirements according to manufacturer's specifications and workplace, health and safety, </w:t>
            </w:r>
            <w:r>
              <w:t>q</w:t>
            </w:r>
            <w:r w:rsidR="008A4453" w:rsidRPr="008A4453">
              <w:t xml:space="preserve">uality </w:t>
            </w:r>
            <w:r>
              <w:t>a</w:t>
            </w:r>
            <w:r w:rsidR="008A4453" w:rsidRPr="008A4453">
              <w:t xml:space="preserve">ssurance and hygiene and </w:t>
            </w:r>
            <w:r w:rsidR="005E1C52">
              <w:t>sanitation</w:t>
            </w:r>
            <w:r w:rsidR="008A4453" w:rsidRPr="008A4453">
              <w:t xml:space="preserve"> requirements</w:t>
            </w:r>
          </w:p>
          <w:p w14:paraId="415B3654" w14:textId="6746F76C" w:rsidR="004D72A3" w:rsidRDefault="004D72A3" w:rsidP="008A4453">
            <w:pPr>
              <w:pStyle w:val="SIText"/>
            </w:pPr>
            <w:r>
              <w:t>2.2 Monitor equipment operations to ensure specifications are met</w:t>
            </w:r>
          </w:p>
          <w:p w14:paraId="52188309" w14:textId="0A522411" w:rsidR="004D72A3" w:rsidRPr="008A4453" w:rsidRDefault="004D72A3" w:rsidP="008A4453">
            <w:pPr>
              <w:pStyle w:val="SIText"/>
            </w:pPr>
            <w:r>
              <w:t>2.3</w:t>
            </w:r>
            <w:r w:rsidRPr="008A4453">
              <w:t xml:space="preserve"> Report and/or </w:t>
            </w:r>
            <w:r>
              <w:t xml:space="preserve">rectify equipment and auxiliaries </w:t>
            </w:r>
            <w:r w:rsidRPr="008A4453">
              <w:t xml:space="preserve">operating </w:t>
            </w:r>
            <w:r>
              <w:t>issues</w:t>
            </w:r>
            <w:r w:rsidRPr="008A4453">
              <w:t xml:space="preserve"> according to workplace requirements</w:t>
            </w:r>
          </w:p>
        </w:tc>
      </w:tr>
      <w:tr w:rsidR="008A4453" w:rsidRPr="00963A46" w14:paraId="24EA6F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1E700A" w14:textId="12BEB63B" w:rsidR="008A4453" w:rsidRP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 Check package</w:t>
            </w:r>
            <w:r>
              <w:t xml:space="preserve"> and perform gas flushing</w:t>
            </w:r>
          </w:p>
        </w:tc>
        <w:tc>
          <w:tcPr>
            <w:tcW w:w="3604" w:type="pct"/>
            <w:shd w:val="clear" w:color="auto" w:fill="auto"/>
          </w:tcPr>
          <w:p w14:paraId="6D67467F" w14:textId="249A7286" w:rsidR="008A4453" w:rsidRP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 xml:space="preserve">.1 Assess packaged product according to workplace and hygiene and </w:t>
            </w:r>
            <w:r w:rsidR="005E1C52">
              <w:t>sanitation</w:t>
            </w:r>
            <w:r w:rsidR="008A4453" w:rsidRPr="008A4453">
              <w:t xml:space="preserve"> requirements</w:t>
            </w:r>
          </w:p>
          <w:p w14:paraId="2E08772A" w14:textId="599ABE66" w:rsidR="008A4453" w:rsidRP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.2 Take appropriate action if product is out-of-specification</w:t>
            </w:r>
          </w:p>
          <w:p w14:paraId="71050500" w14:textId="20873A34" w:rsid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.3 Label packaged product according to workplace requirements</w:t>
            </w:r>
          </w:p>
          <w:p w14:paraId="39BD0EB8" w14:textId="3F394B4F" w:rsidR="004D72A3" w:rsidRPr="008A4453" w:rsidRDefault="004D72A3" w:rsidP="008A4453">
            <w:pPr>
              <w:pStyle w:val="SIText"/>
            </w:pPr>
            <w:r>
              <w:t>3</w:t>
            </w:r>
            <w:r w:rsidRPr="008A4453">
              <w:t>.</w:t>
            </w:r>
            <w:r w:rsidR="00F9330D">
              <w:t>4</w:t>
            </w:r>
            <w:r w:rsidRPr="008A4453">
              <w:t xml:space="preserve"> Perform gas flushing according to workplace requirements</w:t>
            </w:r>
          </w:p>
        </w:tc>
      </w:tr>
      <w:tr w:rsidR="008A4453" w:rsidRPr="00963A46" w14:paraId="3FA159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18B609" w14:textId="7ED0ACFC" w:rsidR="008A4453" w:rsidRPr="008A4453" w:rsidRDefault="004D72A3" w:rsidP="008A4453">
            <w:pPr>
              <w:pStyle w:val="SIText"/>
            </w:pPr>
            <w:r>
              <w:t>4</w:t>
            </w:r>
            <w:r w:rsidR="008A4453" w:rsidRPr="008A4453">
              <w:t>. Replace gas cylinders</w:t>
            </w:r>
          </w:p>
        </w:tc>
        <w:tc>
          <w:tcPr>
            <w:tcW w:w="3604" w:type="pct"/>
            <w:shd w:val="clear" w:color="auto" w:fill="auto"/>
          </w:tcPr>
          <w:p w14:paraId="61E4D633" w14:textId="12632AE5" w:rsidR="008A4453" w:rsidRPr="008A4453" w:rsidRDefault="004D72A3" w:rsidP="008A4453">
            <w:pPr>
              <w:pStyle w:val="SIText"/>
            </w:pPr>
            <w:r>
              <w:t>4</w:t>
            </w:r>
            <w:r w:rsidR="008A4453" w:rsidRPr="008A4453">
              <w:t xml:space="preserve">.1 </w:t>
            </w:r>
            <w:r>
              <w:t>Remove</w:t>
            </w:r>
            <w:r w:rsidRPr="008A4453">
              <w:t xml:space="preserve"> </w:t>
            </w:r>
            <w:r w:rsidR="008A4453" w:rsidRPr="008A4453">
              <w:t xml:space="preserve">empty gas cylinders according to workplace </w:t>
            </w:r>
            <w:r>
              <w:t>procedures</w:t>
            </w:r>
          </w:p>
          <w:p w14:paraId="520C5EE5" w14:textId="71D71035" w:rsidR="008A4453" w:rsidRPr="008A4453" w:rsidRDefault="004D72A3" w:rsidP="008A4453">
            <w:pPr>
              <w:pStyle w:val="SIText"/>
            </w:pPr>
            <w:r>
              <w:t>4</w:t>
            </w:r>
            <w:r w:rsidR="008A4453" w:rsidRPr="008A4453">
              <w:t xml:space="preserve">.2 </w:t>
            </w:r>
            <w:r>
              <w:t xml:space="preserve">Replace </w:t>
            </w:r>
            <w:r w:rsidR="008A4453" w:rsidRPr="008A4453">
              <w:t>empty cylinders with full cylinders</w:t>
            </w:r>
            <w:r>
              <w:t xml:space="preserve"> according to workplace procedures</w:t>
            </w:r>
          </w:p>
        </w:tc>
      </w:tr>
      <w:tr w:rsidR="008A4453" w:rsidRPr="00963A46" w14:paraId="1B63D0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1F9674" w14:textId="6295BBC3" w:rsidR="008A4453" w:rsidRPr="008A4453" w:rsidRDefault="004D72A3" w:rsidP="008A4453">
            <w:pPr>
              <w:pStyle w:val="SIText"/>
            </w:pPr>
            <w:r>
              <w:t>5</w:t>
            </w:r>
            <w:r w:rsidR="008A4453" w:rsidRPr="008A4453">
              <w:t>. Clean machinery and accessories</w:t>
            </w:r>
          </w:p>
        </w:tc>
        <w:tc>
          <w:tcPr>
            <w:tcW w:w="3604" w:type="pct"/>
            <w:shd w:val="clear" w:color="auto" w:fill="auto"/>
          </w:tcPr>
          <w:p w14:paraId="0EABB22F" w14:textId="0911CA0A" w:rsidR="008A4453" w:rsidRDefault="004D72A3" w:rsidP="008A4453">
            <w:pPr>
              <w:pStyle w:val="SIText"/>
            </w:pPr>
            <w:r>
              <w:t>5</w:t>
            </w:r>
            <w:r w:rsidR="008A4453" w:rsidRPr="008A4453">
              <w:t xml:space="preserve">.1 Clean machinery and accessories according to manufacturer's specifications and workplace, health and safety, and hygiene and </w:t>
            </w:r>
            <w:r w:rsidR="005E1C52">
              <w:t>sanitation</w:t>
            </w:r>
            <w:r w:rsidR="008A4453" w:rsidRPr="008A4453">
              <w:t xml:space="preserve"> requirements</w:t>
            </w:r>
          </w:p>
          <w:p w14:paraId="7AFB4BD5" w14:textId="74FBC0C0" w:rsidR="0055194D" w:rsidRDefault="0055194D" w:rsidP="008A4453">
            <w:pPr>
              <w:pStyle w:val="SIText"/>
            </w:pPr>
            <w:r>
              <w:t>5.2 Report routine maintenance requirements</w:t>
            </w:r>
          </w:p>
          <w:p w14:paraId="24DBB2B7" w14:textId="3DC0BDC7" w:rsidR="004D72A3" w:rsidRPr="008A4453" w:rsidRDefault="004D72A3" w:rsidP="008A4453">
            <w:pPr>
              <w:pStyle w:val="SIText"/>
            </w:pPr>
            <w:r>
              <w:t>5.</w:t>
            </w:r>
            <w:r w:rsidR="001D6C27">
              <w:t>3</w:t>
            </w:r>
            <w:r>
              <w:t xml:space="preserve"> </w:t>
            </w:r>
            <w:r w:rsidRPr="008B6F99">
              <w:t>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900D2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D72A3" w:rsidRPr="00336FCA" w:rsidDel="00423CB2" w14:paraId="4A7A6A71" w14:textId="77777777" w:rsidTr="00CA2922">
        <w:trPr>
          <w:tblHeader/>
        </w:trPr>
        <w:tc>
          <w:tcPr>
            <w:tcW w:w="1396" w:type="pct"/>
          </w:tcPr>
          <w:p w14:paraId="38EE9757" w14:textId="4CDD1DFC" w:rsidR="004D72A3" w:rsidRPr="004D72A3" w:rsidRDefault="004D72A3" w:rsidP="00900D2E">
            <w:pPr>
              <w:pStyle w:val="SIText"/>
              <w:rPr>
                <w:rFonts w:eastAsiaTheme="majorEastAsia"/>
              </w:rPr>
            </w:pPr>
            <w:r w:rsidRPr="00BC00FD">
              <w:t>Reading</w:t>
            </w:r>
          </w:p>
        </w:tc>
        <w:tc>
          <w:tcPr>
            <w:tcW w:w="3604" w:type="pct"/>
          </w:tcPr>
          <w:p w14:paraId="3430AD70" w14:textId="58B39BE4" w:rsidR="004D72A3" w:rsidRPr="00900D2E" w:rsidRDefault="004D72A3" w:rsidP="00900D2E">
            <w:pPr>
              <w:pStyle w:val="SIBulletList1"/>
            </w:pPr>
            <w:r w:rsidRPr="00BC00FD">
              <w:t xml:space="preserve">Read and interpret </w:t>
            </w:r>
            <w:r w:rsidR="00FB652C">
              <w:t>safe operating procedures and work instructions</w:t>
            </w:r>
          </w:p>
        </w:tc>
      </w:tr>
      <w:tr w:rsidR="004D72A3" w:rsidRPr="00336FCA" w:rsidDel="00423CB2" w14:paraId="26C927DC" w14:textId="77777777" w:rsidTr="00CA2922">
        <w:trPr>
          <w:tblHeader/>
        </w:trPr>
        <w:tc>
          <w:tcPr>
            <w:tcW w:w="1396" w:type="pct"/>
          </w:tcPr>
          <w:p w14:paraId="12B2D0F3" w14:textId="1281ABAC" w:rsidR="004D72A3" w:rsidRPr="004D72A3" w:rsidRDefault="004D72A3" w:rsidP="00900D2E">
            <w:pPr>
              <w:pStyle w:val="SIText"/>
              <w:rPr>
                <w:rFonts w:eastAsiaTheme="majorEastAsia"/>
              </w:rPr>
            </w:pPr>
            <w:r w:rsidRPr="00BC00FD">
              <w:t>Writing</w:t>
            </w:r>
          </w:p>
        </w:tc>
        <w:tc>
          <w:tcPr>
            <w:tcW w:w="3604" w:type="pct"/>
          </w:tcPr>
          <w:p w14:paraId="7106A3DC" w14:textId="3223CA9F" w:rsidR="004D72A3" w:rsidRPr="004D72A3" w:rsidRDefault="004D72A3" w:rsidP="00900D2E">
            <w:pPr>
              <w:pStyle w:val="SIBulletList1"/>
              <w:rPr>
                <w:rFonts w:eastAsiaTheme="majorEastAsia"/>
              </w:rPr>
            </w:pPr>
            <w:r w:rsidRPr="00BC00FD">
              <w:t xml:space="preserve">Record </w:t>
            </w:r>
            <w:r w:rsidR="00FB652C">
              <w:t>work tasks</w:t>
            </w:r>
            <w:r>
              <w:t xml:space="preserve"> using digital and/or paper-based formats</w:t>
            </w:r>
          </w:p>
        </w:tc>
      </w:tr>
    </w:tbl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900D2E">
        <w:trPr>
          <w:trHeight w:val="450"/>
        </w:trPr>
        <w:tc>
          <w:tcPr>
            <w:tcW w:w="1028" w:type="pct"/>
          </w:tcPr>
          <w:p w14:paraId="16AF823A" w14:textId="66855EE9" w:rsidR="00041E59" w:rsidRPr="005404CB" w:rsidRDefault="00073200" w:rsidP="005404CB">
            <w:pPr>
              <w:pStyle w:val="SIText"/>
            </w:pPr>
            <w:r w:rsidRPr="00073200">
              <w:t>AMP</w:t>
            </w:r>
            <w:r w:rsidR="00A53E74">
              <w:t>PKG2</w:t>
            </w:r>
            <w:r w:rsidR="003F5976">
              <w:t>0</w:t>
            </w:r>
            <w:r w:rsidR="00A53E74">
              <w:t>1</w:t>
            </w:r>
            <w:r w:rsidRPr="00073200">
              <w:t xml:space="preserve"> Package product using gas flushing process</w:t>
            </w:r>
          </w:p>
        </w:tc>
        <w:tc>
          <w:tcPr>
            <w:tcW w:w="1105" w:type="pct"/>
          </w:tcPr>
          <w:p w14:paraId="6623A6C9" w14:textId="56DCF4CD" w:rsidR="00041E59" w:rsidRPr="005404CB" w:rsidRDefault="00FB652C" w:rsidP="005404CB">
            <w:pPr>
              <w:pStyle w:val="SIText"/>
            </w:pPr>
            <w:r w:rsidRPr="00073200">
              <w:t>AMPX217 Package product using gas flushing process</w:t>
            </w:r>
          </w:p>
        </w:tc>
        <w:tc>
          <w:tcPr>
            <w:tcW w:w="1251" w:type="pct"/>
          </w:tcPr>
          <w:p w14:paraId="027DF555" w14:textId="2C484D47" w:rsidR="00FB652C" w:rsidRPr="00FB652C" w:rsidRDefault="00FB652C" w:rsidP="00FB652C">
            <w:pPr>
              <w:pStyle w:val="SIText"/>
            </w:pPr>
            <w:r w:rsidRPr="00FB652C">
              <w:t>Unit sector code updated</w:t>
            </w:r>
          </w:p>
          <w:p w14:paraId="76F54AC8" w14:textId="6CC969F7" w:rsidR="00FB652C" w:rsidRPr="00FB652C" w:rsidRDefault="00FB652C" w:rsidP="00FB652C">
            <w:pPr>
              <w:pStyle w:val="SIText"/>
            </w:pPr>
            <w:r w:rsidRPr="00FB652C">
              <w:t>Elements combined</w:t>
            </w:r>
          </w:p>
          <w:p w14:paraId="3B42DEFB" w14:textId="28E7C5A7" w:rsidR="00FB652C" w:rsidRPr="00FB652C" w:rsidRDefault="00FB652C" w:rsidP="00FB652C">
            <w:pPr>
              <w:pStyle w:val="SIText"/>
            </w:pPr>
            <w:r w:rsidRPr="00FB652C">
              <w:t xml:space="preserve">Performance </w:t>
            </w:r>
            <w:r w:rsidR="00E92F4F">
              <w:t>C</w:t>
            </w:r>
            <w:r w:rsidRPr="00FB652C">
              <w:t>riteria clarified</w:t>
            </w:r>
          </w:p>
          <w:p w14:paraId="706284ED" w14:textId="10B7AE77" w:rsidR="00041E59" w:rsidRDefault="00FB652C" w:rsidP="00900D2E">
            <w:pPr>
              <w:pStyle w:val="SIText"/>
            </w:pPr>
            <w:r w:rsidRPr="00FB652C">
              <w:t xml:space="preserve">Assessment </w:t>
            </w:r>
            <w:r w:rsidR="008A53F7">
              <w:t>Requirements</w:t>
            </w:r>
            <w:r w:rsidR="008A53F7" w:rsidRPr="00FB652C">
              <w:t xml:space="preserve"> </w:t>
            </w:r>
            <w:r w:rsidRPr="00FB652C">
              <w:t>revised</w:t>
            </w:r>
          </w:p>
          <w:p w14:paraId="38EF1B27" w14:textId="787682B0" w:rsidR="008A53F7" w:rsidRPr="005404CB" w:rsidRDefault="008A53F7" w:rsidP="00900D2E">
            <w:pPr>
              <w:pStyle w:val="SIText"/>
            </w:pPr>
            <w:r w:rsidRPr="00C876B8">
              <w:t>Mandatory workplace requirements clarified</w:t>
            </w:r>
          </w:p>
        </w:tc>
        <w:tc>
          <w:tcPr>
            <w:tcW w:w="1616" w:type="pct"/>
          </w:tcPr>
          <w:p w14:paraId="6F031ABD" w14:textId="2629A036" w:rsidR="00150340" w:rsidRPr="005404CB" w:rsidRDefault="005279E2" w:rsidP="00150340">
            <w:pPr>
              <w:pStyle w:val="SIText"/>
            </w:pPr>
            <w:r>
              <w:t>Not e</w:t>
            </w:r>
            <w:r w:rsidRPr="005404CB">
              <w:t>quivalent</w:t>
            </w:r>
          </w:p>
          <w:p w14:paraId="44BBFF38" w14:textId="008835A6" w:rsidR="00916CD7" w:rsidRPr="005404CB" w:rsidRDefault="00916CD7" w:rsidP="005404CB">
            <w:pPr>
              <w:pStyle w:val="SIText"/>
            </w:pP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E2B15C3" w14:textId="77777777" w:rsidR="006726A4" w:rsidRDefault="006726A4" w:rsidP="006726A4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6E0B19C3" w:rsidR="00F1480E" w:rsidRPr="00150340" w:rsidRDefault="006726A4" w:rsidP="006726A4">
            <w:pPr>
              <w:pStyle w:val="SIText"/>
            </w:pPr>
            <w:r w:rsidRPr="00201702">
              <w:t>https://vetnet.gov.au/Pages/TrainingDocs.aspx?q=5e2e56b7-698f-4822-84bb-25adbb8443a7</w:t>
            </w:r>
            <w:r w:rsidR="00E40225" w:rsidRPr="0015034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596EBC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73200" w:rsidRPr="00073200">
              <w:t>AMP</w:t>
            </w:r>
            <w:r w:rsidR="00F14AEC">
              <w:t>PKG</w:t>
            </w:r>
            <w:r w:rsidR="00073200" w:rsidRPr="00073200">
              <w:t>2</w:t>
            </w:r>
            <w:r w:rsidR="003F5976">
              <w:t>0</w:t>
            </w:r>
            <w:r w:rsidR="00F14AEC">
              <w:t>1</w:t>
            </w:r>
            <w:r w:rsidR="00073200" w:rsidRPr="00073200">
              <w:t xml:space="preserve"> Package product using gas flushing process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8A53F7">
        <w:trPr>
          <w:trHeight w:val="3576"/>
        </w:trPr>
        <w:tc>
          <w:tcPr>
            <w:tcW w:w="5000" w:type="pct"/>
            <w:gridSpan w:val="2"/>
            <w:shd w:val="clear" w:color="auto" w:fill="auto"/>
          </w:tcPr>
          <w:p w14:paraId="4F931EBC" w14:textId="29F490EF" w:rsidR="00FB652C" w:rsidRDefault="00FB652C">
            <w:pPr>
              <w:pStyle w:val="SIText"/>
            </w:pPr>
            <w:r w:rsidRPr="00FB652C">
              <w:t xml:space="preserve">An individual demonstrating competency must satisfy </w:t>
            </w:r>
            <w:proofErr w:type="gramStart"/>
            <w:r w:rsidRPr="00FB652C">
              <w:t>all of</w:t>
            </w:r>
            <w:proofErr w:type="gramEnd"/>
            <w:r w:rsidRPr="00FB652C">
              <w:t xml:space="preserve"> the elements and performance criteria in this unit.</w:t>
            </w:r>
          </w:p>
          <w:p w14:paraId="2668F6B2" w14:textId="77777777" w:rsidR="00A53E74" w:rsidRPr="00FB652C" w:rsidRDefault="00A53E74" w:rsidP="00900D2E">
            <w:pPr>
              <w:pStyle w:val="SIText"/>
            </w:pPr>
          </w:p>
          <w:p w14:paraId="4DA36505" w14:textId="16EA33B6" w:rsidR="004D72A3" w:rsidRDefault="00FB652C" w:rsidP="00FB652C">
            <w:pPr>
              <w:pStyle w:val="SIText"/>
            </w:pPr>
            <w:r w:rsidRPr="00EF2C4B">
              <w:t xml:space="preserve">There must be evidence that the individual has </w:t>
            </w:r>
            <w:r>
              <w:t>effectively packaged at least three products using a gas flushing process, including:</w:t>
            </w:r>
          </w:p>
          <w:p w14:paraId="5CC8E228" w14:textId="24015458" w:rsidR="00FB652C" w:rsidRDefault="00FB652C" w:rsidP="00FB652C">
            <w:pPr>
              <w:pStyle w:val="SIBulletList1"/>
            </w:pPr>
            <w:r w:rsidRPr="00A32170">
              <w:t>follow</w:t>
            </w:r>
            <w:r w:rsidR="00A53E74">
              <w:t>ed</w:t>
            </w:r>
            <w:r w:rsidRPr="00A32170">
              <w:t xml:space="preserve"> safe work procedures</w:t>
            </w:r>
          </w:p>
          <w:p w14:paraId="3915BE61" w14:textId="3755098F" w:rsidR="00FB652C" w:rsidRDefault="00FB652C" w:rsidP="00FB652C">
            <w:pPr>
              <w:pStyle w:val="SIBulletList1"/>
            </w:pPr>
            <w:r>
              <w:t>maintain</w:t>
            </w:r>
            <w:r w:rsidR="00A53E74">
              <w:t>ed</w:t>
            </w:r>
            <w:r>
              <w:t xml:space="preserve"> workplace </w:t>
            </w:r>
            <w:r w:rsidRPr="00150340">
              <w:t xml:space="preserve">hygiene and </w:t>
            </w:r>
            <w:r w:rsidR="005E1C52">
              <w:t>sanitation</w:t>
            </w:r>
            <w:r w:rsidRPr="00150340">
              <w:t xml:space="preserve"> requirements</w:t>
            </w:r>
          </w:p>
          <w:p w14:paraId="7B215136" w14:textId="3A76AD5C" w:rsidR="00FB652C" w:rsidRPr="00FB652C" w:rsidRDefault="00FB652C" w:rsidP="00FB652C">
            <w:pPr>
              <w:pStyle w:val="SIBulletList1"/>
            </w:pPr>
            <w:r>
              <w:t>labell</w:t>
            </w:r>
            <w:r w:rsidR="00A53E74">
              <w:t>ed</w:t>
            </w:r>
            <w:r>
              <w:t xml:space="preserve"> product accurately</w:t>
            </w:r>
          </w:p>
          <w:p w14:paraId="181B00A7" w14:textId="77777777" w:rsidR="00556C4C" w:rsidRDefault="00FB652C" w:rsidP="00900D2E">
            <w:pPr>
              <w:pStyle w:val="SIBulletList1"/>
            </w:pPr>
            <w:r w:rsidRPr="00A32170">
              <w:t>address</w:t>
            </w:r>
            <w:r w:rsidR="00A53E74">
              <w:t>ed</w:t>
            </w:r>
            <w:r w:rsidRPr="00A32170">
              <w:t xml:space="preserve"> routine </w:t>
            </w:r>
            <w:r>
              <w:t xml:space="preserve">gas flushing </w:t>
            </w:r>
            <w:r w:rsidRPr="00FB652C">
              <w:t>issues.</w:t>
            </w:r>
          </w:p>
          <w:p w14:paraId="7D27C4F7" w14:textId="77777777" w:rsidR="00812703" w:rsidRDefault="00812703" w:rsidP="00812703">
            <w:pPr>
              <w:pStyle w:val="SIBulletList1"/>
              <w:numPr>
                <w:ilvl w:val="0"/>
                <w:numId w:val="0"/>
              </w:numPr>
            </w:pPr>
          </w:p>
          <w:p w14:paraId="462FBCE4" w14:textId="6E68ADC9" w:rsidR="00812703" w:rsidRPr="00812703" w:rsidRDefault="00812703" w:rsidP="00812703">
            <w:pPr>
              <w:pStyle w:val="SIText"/>
            </w:pPr>
            <w:r w:rsidRPr="00812703">
              <w:t xml:space="preserve">The assessor must observe the individual </w:t>
            </w:r>
            <w:r>
              <w:t>packaging products using gas flushing process</w:t>
            </w:r>
            <w:r w:rsidRPr="00812703">
              <w:t xml:space="preserve"> for a minimum of 15 minutes.</w:t>
            </w:r>
          </w:p>
          <w:p w14:paraId="7E5FA301" w14:textId="77777777" w:rsidR="00812703" w:rsidRDefault="00812703">
            <w:pPr>
              <w:pStyle w:val="SIBulletList1"/>
              <w:numPr>
                <w:ilvl w:val="0"/>
                <w:numId w:val="0"/>
              </w:numPr>
            </w:pPr>
          </w:p>
          <w:p w14:paraId="78746E10" w14:textId="77777777" w:rsidR="00CA73F8" w:rsidRPr="00CA73F8" w:rsidRDefault="00CA73F8" w:rsidP="008A53F7">
            <w:pPr>
              <w:pStyle w:val="SIText-Bold"/>
              <w:rPr>
                <w:rFonts w:eastAsiaTheme="minorHAnsi"/>
              </w:rPr>
            </w:pPr>
            <w:r w:rsidRPr="00CA73F8">
              <w:rPr>
                <w:rFonts w:eastAsiaTheme="minorHAnsi"/>
              </w:rPr>
              <w:t>Mandatory workplace requirements</w:t>
            </w:r>
          </w:p>
          <w:p w14:paraId="16E9F5F3" w14:textId="121ECECE" w:rsidR="00CA73F8" w:rsidRDefault="00CA73F8" w:rsidP="00CA73F8">
            <w:pPr>
              <w:pStyle w:val="SIBulletList1"/>
              <w:numPr>
                <w:ilvl w:val="0"/>
                <w:numId w:val="0"/>
              </w:numPr>
            </w:pPr>
            <w:r w:rsidRPr="00A27977">
              <w:t xml:space="preserve">All performance evidence specified above must be demonstrated in a </w:t>
            </w:r>
            <w:r w:rsidRPr="00CA73F8">
              <w:t xml:space="preserve">meat </w:t>
            </w:r>
            <w:r>
              <w:t xml:space="preserve">or food </w:t>
            </w:r>
            <w:r w:rsidRPr="00CA73F8">
              <w:t>processing premises.</w:t>
            </w:r>
          </w:p>
          <w:p w14:paraId="49081BB4" w14:textId="25AF654F" w:rsidR="00CA73F8" w:rsidRPr="005404CB" w:rsidRDefault="00CA73F8" w:rsidP="008A53F7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F3B924B" w14:textId="77777777" w:rsidR="00FB652C" w:rsidRPr="00FB652C" w:rsidRDefault="00FB652C" w:rsidP="00FB652C">
            <w:pPr>
              <w:pStyle w:val="SIText"/>
            </w:pPr>
            <w:r w:rsidRPr="00E962A5">
              <w:t xml:space="preserve">An </w:t>
            </w:r>
            <w:r w:rsidRPr="00FB652C">
              <w:t>individual must be able to demonstrate the knowledge required to perform the tasks outlined in the elements and performance criteria of this unit. This includes knowledge of:</w:t>
            </w:r>
          </w:p>
          <w:p w14:paraId="4072E224" w14:textId="746702EF" w:rsidR="00FB652C" w:rsidRDefault="00FB652C" w:rsidP="00FB652C">
            <w:pPr>
              <w:pStyle w:val="SIBulletList1"/>
            </w:pPr>
            <w:r w:rsidRPr="00150340">
              <w:t>types of packaging where gas flushing is included</w:t>
            </w:r>
          </w:p>
          <w:p w14:paraId="2EE89332" w14:textId="4C317CE5" w:rsidR="00FB652C" w:rsidRDefault="00FB652C" w:rsidP="00FB652C">
            <w:pPr>
              <w:pStyle w:val="SIBulletList1"/>
            </w:pPr>
            <w:r>
              <w:t xml:space="preserve">workplace health and safety hazards associated with </w:t>
            </w:r>
            <w:r w:rsidR="00F9330D">
              <w:t xml:space="preserve">packaging equipment and </w:t>
            </w:r>
            <w:r>
              <w:t>gas flushing</w:t>
            </w:r>
            <w:r w:rsidR="00F9330D">
              <w:t xml:space="preserve"> </w:t>
            </w:r>
            <w:r>
              <w:t>equipment</w:t>
            </w:r>
            <w:r w:rsidR="001D6C27">
              <w:t>,</w:t>
            </w:r>
            <w:r>
              <w:t xml:space="preserve"> and methods to control associated risks</w:t>
            </w:r>
          </w:p>
          <w:p w14:paraId="6350DB88" w14:textId="0D538B48" w:rsidR="00FB652C" w:rsidRPr="00FB652C" w:rsidRDefault="00FB652C" w:rsidP="00FB652C">
            <w:pPr>
              <w:pStyle w:val="SIBulletList1"/>
            </w:pPr>
            <w:r>
              <w:t xml:space="preserve">basic operating principles, and purpose of, </w:t>
            </w:r>
            <w:r w:rsidR="00F9330D">
              <w:t xml:space="preserve">packaging and </w:t>
            </w:r>
            <w:r>
              <w:t>gas flushing equipment</w:t>
            </w:r>
          </w:p>
          <w:p w14:paraId="0AE5CE95" w14:textId="758C29E1" w:rsidR="00FB652C" w:rsidRDefault="00FB652C" w:rsidP="00FB652C">
            <w:pPr>
              <w:pStyle w:val="SIBulletList1"/>
            </w:pPr>
            <w:r w:rsidRPr="00B01D19">
              <w:t xml:space="preserve">the purpose and intent of food </w:t>
            </w:r>
            <w:r w:rsidRPr="00FB652C">
              <w:t>and meat safety legislation and control measures for physical, chemical, microbiological and allergenic risks to meat and/or meat products processed at work site</w:t>
            </w:r>
          </w:p>
          <w:p w14:paraId="1D2F960D" w14:textId="37E86527" w:rsidR="00FB652C" w:rsidRDefault="00F9330D" w:rsidP="00FB652C">
            <w:pPr>
              <w:pStyle w:val="SIBulletList1"/>
            </w:pPr>
            <w:r>
              <w:t>hygiene</w:t>
            </w:r>
            <w:r w:rsidR="00FB652C">
              <w:t xml:space="preserve"> and </w:t>
            </w:r>
            <w:r w:rsidR="005E1C52">
              <w:t>sanitation</w:t>
            </w:r>
            <w:r w:rsidR="00FB652C">
              <w:t xml:space="preserve"> requirements of the work site and work process</w:t>
            </w:r>
          </w:p>
          <w:p w14:paraId="5ABFADDE" w14:textId="1348038B" w:rsidR="00F9330D" w:rsidRDefault="00F9330D" w:rsidP="00FB652C">
            <w:pPr>
              <w:pStyle w:val="SIBulletList1"/>
            </w:pPr>
            <w:r>
              <w:t>labelling requirements for product</w:t>
            </w:r>
          </w:p>
          <w:p w14:paraId="4CBC97C7" w14:textId="4A6BDCC6" w:rsidR="00F9330D" w:rsidRDefault="00F9330D" w:rsidP="00FB652C">
            <w:pPr>
              <w:pStyle w:val="SIBulletList1"/>
            </w:pPr>
            <w:r>
              <w:t>quality standards for packaged product</w:t>
            </w:r>
          </w:p>
          <w:p w14:paraId="66608BB7" w14:textId="11CCE217" w:rsidR="00F1480E" w:rsidRPr="005404CB" w:rsidRDefault="00F9330D" w:rsidP="00887E41">
            <w:pPr>
              <w:pStyle w:val="SIBulletList1"/>
            </w:pPr>
            <w:r>
              <w:t xml:space="preserve">recording requirements for product </w:t>
            </w:r>
            <w:r w:rsidRPr="00EE2860">
              <w:t>traceability</w:t>
            </w:r>
            <w: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96FC594" w14:textId="3DDE9F35" w:rsidR="00F9330D" w:rsidRDefault="00F9330D" w:rsidP="00F9330D">
            <w:pPr>
              <w:pStyle w:val="SIText"/>
            </w:pPr>
            <w:r>
              <w:t xml:space="preserve">Assessment of </w:t>
            </w:r>
            <w:r w:rsidR="001D6C27">
              <w:t xml:space="preserve">the </w:t>
            </w:r>
            <w:r>
              <w:t>skills in this unit of competency must take place under the following conditions:</w:t>
            </w:r>
          </w:p>
          <w:p w14:paraId="7FFBB6CC" w14:textId="77777777" w:rsidR="00F9330D" w:rsidRPr="00F9330D" w:rsidRDefault="00F9330D" w:rsidP="00F9330D">
            <w:pPr>
              <w:pStyle w:val="SIBulletList1"/>
            </w:pPr>
            <w:r>
              <w:t>physical conditions:</w:t>
            </w:r>
          </w:p>
          <w:p w14:paraId="76A0AFDC" w14:textId="362D4154" w:rsidR="00F9330D" w:rsidRPr="008A53F7" w:rsidRDefault="00F9330D" w:rsidP="00F9330D">
            <w:pPr>
              <w:pStyle w:val="SIBulletList2"/>
              <w:rPr>
                <w:rStyle w:val="SIText-Italic"/>
              </w:rPr>
            </w:pPr>
            <w:r w:rsidRPr="008A53F7">
              <w:rPr>
                <w:rStyle w:val="SIText-Italic"/>
              </w:rPr>
              <w:t xml:space="preserve">skills must be demonstrated in a </w:t>
            </w:r>
            <w:r w:rsidR="00CA73F8" w:rsidRPr="008A53F7">
              <w:rPr>
                <w:rStyle w:val="SIText-Italic"/>
              </w:rPr>
              <w:t xml:space="preserve">meat or </w:t>
            </w:r>
            <w:r w:rsidRPr="008A53F7">
              <w:rPr>
                <w:rStyle w:val="SIText-Italic"/>
              </w:rPr>
              <w:t xml:space="preserve">food </w:t>
            </w:r>
            <w:r w:rsidR="00CA73F8" w:rsidRPr="008A53F7">
              <w:rPr>
                <w:rStyle w:val="SIText-Italic"/>
              </w:rPr>
              <w:t>processing premises, at workplace production speed</w:t>
            </w:r>
          </w:p>
          <w:p w14:paraId="0D877F97" w14:textId="77777777" w:rsidR="00F9330D" w:rsidRPr="00F9330D" w:rsidRDefault="00F9330D" w:rsidP="00F9330D">
            <w:pPr>
              <w:pStyle w:val="SIBulletList1"/>
            </w:pPr>
            <w:r>
              <w:t>resources, equipment and materials:</w:t>
            </w:r>
          </w:p>
          <w:p w14:paraId="2236704A" w14:textId="02EB4543" w:rsidR="00F9330D" w:rsidRPr="008A53F7" w:rsidRDefault="00F9330D" w:rsidP="00F9330D">
            <w:pPr>
              <w:pStyle w:val="SIBulletList2"/>
              <w:rPr>
                <w:rStyle w:val="SIText-Italic"/>
              </w:rPr>
            </w:pPr>
            <w:r w:rsidRPr="008A53F7">
              <w:rPr>
                <w:rStyle w:val="SIText-Italic"/>
              </w:rPr>
              <w:t>packaging equipment and consumables</w:t>
            </w:r>
          </w:p>
          <w:p w14:paraId="16CCC899" w14:textId="3EBCC1AC" w:rsidR="00F9330D" w:rsidRPr="008A53F7" w:rsidRDefault="00F9330D" w:rsidP="00F9330D">
            <w:pPr>
              <w:pStyle w:val="SIBulletList2"/>
              <w:rPr>
                <w:rStyle w:val="SIText-Italic"/>
              </w:rPr>
            </w:pPr>
            <w:r w:rsidRPr="008A53F7">
              <w:rPr>
                <w:rStyle w:val="SIText-Italic"/>
              </w:rPr>
              <w:t>product labels</w:t>
            </w:r>
          </w:p>
          <w:p w14:paraId="0CC69CC2" w14:textId="55E24234" w:rsidR="00F9330D" w:rsidRPr="008A53F7" w:rsidRDefault="00F9330D" w:rsidP="00F9330D">
            <w:pPr>
              <w:pStyle w:val="SIBulletList2"/>
              <w:rPr>
                <w:rStyle w:val="SIText-Italic"/>
              </w:rPr>
            </w:pPr>
            <w:r w:rsidRPr="008A53F7">
              <w:rPr>
                <w:rStyle w:val="SIText-Italic"/>
              </w:rPr>
              <w:t xml:space="preserve">gas flushing equipment </w:t>
            </w:r>
          </w:p>
          <w:p w14:paraId="64129596" w14:textId="2B187FEA" w:rsidR="00F9330D" w:rsidRPr="008A53F7" w:rsidRDefault="00F9330D" w:rsidP="00F9330D">
            <w:pPr>
              <w:pStyle w:val="SIBulletList2"/>
              <w:rPr>
                <w:rStyle w:val="SIText-Italic"/>
              </w:rPr>
            </w:pPr>
            <w:r w:rsidRPr="008A53F7">
              <w:rPr>
                <w:rStyle w:val="SIText-Italic"/>
              </w:rPr>
              <w:t>gas cylinders</w:t>
            </w:r>
          </w:p>
          <w:p w14:paraId="1C421DE4" w14:textId="395A552F" w:rsidR="00F9330D" w:rsidRPr="008A53F7" w:rsidRDefault="00F9330D" w:rsidP="00F9330D">
            <w:pPr>
              <w:pStyle w:val="SIBulletList2"/>
              <w:rPr>
                <w:rStyle w:val="SIText-Italic"/>
              </w:rPr>
            </w:pPr>
            <w:r w:rsidRPr="008A53F7">
              <w:rPr>
                <w:rStyle w:val="SIText-Italic"/>
              </w:rPr>
              <w:t>personal protective equipment</w:t>
            </w:r>
          </w:p>
          <w:p w14:paraId="2F818534" w14:textId="77777777" w:rsidR="00F9330D" w:rsidRPr="00F9330D" w:rsidRDefault="00F9330D" w:rsidP="00F9330D">
            <w:pPr>
              <w:pStyle w:val="SIBulletList1"/>
            </w:pPr>
            <w:bookmarkStart w:id="0" w:name="_Hlk192838151"/>
            <w:r>
              <w:t>specifications:</w:t>
            </w:r>
          </w:p>
          <w:p w14:paraId="16DFD969" w14:textId="52F480EA" w:rsidR="00F9330D" w:rsidRDefault="00F9330D" w:rsidP="00F9330D">
            <w:pPr>
              <w:pStyle w:val="SIBulletList2"/>
            </w:pPr>
            <w:r w:rsidRPr="008A53F7">
              <w:rPr>
                <w:rStyle w:val="SIText-Italic"/>
              </w:rPr>
              <w:t>task-related documents</w:t>
            </w:r>
          </w:p>
          <w:p w14:paraId="19237C88" w14:textId="6C065696" w:rsidR="00B55ABE" w:rsidRDefault="00B55ABE" w:rsidP="00BA321A">
            <w:pPr>
              <w:pStyle w:val="SIBulletList1"/>
            </w:pPr>
            <w:r>
              <w:t>personnel:</w:t>
            </w:r>
          </w:p>
          <w:p w14:paraId="65A17152" w14:textId="2B2846B5" w:rsidR="00B55ABE" w:rsidRPr="00BA321A" w:rsidRDefault="00B55ABE" w:rsidP="00F9330D">
            <w:pPr>
              <w:pStyle w:val="SIBulletList2"/>
              <w:rPr>
                <w:rStyle w:val="SIText-Italic"/>
              </w:rPr>
            </w:pPr>
            <w:r w:rsidRPr="00BA321A">
              <w:rPr>
                <w:rStyle w:val="SIText-Italic"/>
              </w:rPr>
              <w:t>access to workplace supervisor or mentor.</w:t>
            </w:r>
          </w:p>
          <w:bookmarkEnd w:id="0"/>
          <w:p w14:paraId="42902D9D" w14:textId="77777777" w:rsidR="006C6862" w:rsidRDefault="006C6862" w:rsidP="006C6862">
            <w:pPr>
              <w:pStyle w:val="SIText"/>
            </w:pPr>
          </w:p>
          <w:p w14:paraId="3032B574" w14:textId="77777777" w:rsidR="006C6862" w:rsidRDefault="006C6862" w:rsidP="006C686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4A4497E" w14:textId="77777777" w:rsidR="00F9330D" w:rsidRDefault="00F9330D" w:rsidP="00F9330D">
            <w:pPr>
              <w:pStyle w:val="SIText"/>
            </w:pPr>
          </w:p>
          <w:p w14:paraId="65A89598" w14:textId="77777777" w:rsidR="00F1480E" w:rsidRDefault="00F9330D" w:rsidP="0017266D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69DE4EBF" w14:textId="77777777" w:rsidR="00CA73F8" w:rsidRDefault="00CA73F8" w:rsidP="0017266D">
            <w:pPr>
              <w:pStyle w:val="SIText"/>
            </w:pPr>
          </w:p>
          <w:p w14:paraId="7748F8D4" w14:textId="77777777" w:rsidR="00CA73F8" w:rsidRPr="00CA73F8" w:rsidRDefault="00CA73F8" w:rsidP="008A53F7">
            <w:pPr>
              <w:pStyle w:val="SIText-Bold"/>
            </w:pPr>
            <w:r w:rsidRPr="00CA73F8">
              <w:lastRenderedPageBreak/>
              <w:t>Mandatory workplace requirements</w:t>
            </w:r>
          </w:p>
          <w:p w14:paraId="457EE7DC" w14:textId="77777777" w:rsidR="00CA73F8" w:rsidRDefault="00CA73F8" w:rsidP="00CA73F8">
            <w:pPr>
              <w:pStyle w:val="SIText"/>
            </w:pPr>
            <w:r w:rsidRPr="00E01F17">
              <w:t xml:space="preserve">Mandatory workplace requirements are shown in </w:t>
            </w:r>
            <w:r w:rsidRPr="008A53F7">
              <w:rPr>
                <w:rStyle w:val="SIText-Italic"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  <w:p w14:paraId="72FC2BF3" w14:textId="5E425987" w:rsidR="00CA73F8" w:rsidRPr="0017266D" w:rsidRDefault="00CA73F8" w:rsidP="0017266D">
            <w:pPr>
              <w:pStyle w:val="SIText"/>
            </w:pP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E5D5A3B" w14:textId="77777777" w:rsidR="006726A4" w:rsidRDefault="006726A4" w:rsidP="006726A4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7974B6DE" w:rsidR="00F1480E" w:rsidRPr="00E05851" w:rsidRDefault="006726A4" w:rsidP="006726A4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733B4D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8CF5A" w14:textId="77777777" w:rsidR="002938DC" w:rsidRDefault="002938DC" w:rsidP="00BF3F0A">
      <w:r>
        <w:separator/>
      </w:r>
    </w:p>
    <w:p w14:paraId="3DD7A1BD" w14:textId="77777777" w:rsidR="002938DC" w:rsidRDefault="002938DC"/>
  </w:endnote>
  <w:endnote w:type="continuationSeparator" w:id="0">
    <w:p w14:paraId="71A8491F" w14:textId="77777777" w:rsidR="002938DC" w:rsidRDefault="002938DC" w:rsidP="00BF3F0A">
      <w:r>
        <w:continuationSeparator/>
      </w:r>
    </w:p>
    <w:p w14:paraId="600A24C5" w14:textId="77777777" w:rsidR="002938DC" w:rsidRDefault="002938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4BCF5968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4072F" w14:textId="77777777" w:rsidR="002938DC" w:rsidRDefault="002938DC" w:rsidP="00BF3F0A">
      <w:r>
        <w:separator/>
      </w:r>
    </w:p>
    <w:p w14:paraId="1D145684" w14:textId="77777777" w:rsidR="002938DC" w:rsidRDefault="002938DC"/>
  </w:footnote>
  <w:footnote w:type="continuationSeparator" w:id="0">
    <w:p w14:paraId="4BD7F4AA" w14:textId="77777777" w:rsidR="002938DC" w:rsidRDefault="002938DC" w:rsidP="00BF3F0A">
      <w:r>
        <w:continuationSeparator/>
      </w:r>
    </w:p>
    <w:p w14:paraId="36D2066F" w14:textId="77777777" w:rsidR="002938DC" w:rsidRDefault="002938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7B3AD4F4" w:rsidR="009C2650" w:rsidRPr="00073200" w:rsidRDefault="005E1C52" w:rsidP="00073200">
    <w:sdt>
      <w:sdtPr>
        <w:rPr>
          <w:lang w:eastAsia="en-US"/>
        </w:rPr>
        <w:id w:val="-164589251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6B21CC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73200" w:rsidRPr="00073200">
      <w:rPr>
        <w:lang w:eastAsia="en-US"/>
      </w:rPr>
      <w:t>AMP</w:t>
    </w:r>
    <w:r w:rsidR="00A53E74">
      <w:t>PKG2</w:t>
    </w:r>
    <w:r w:rsidR="003F5976">
      <w:t>0</w:t>
    </w:r>
    <w:r w:rsidR="00073200" w:rsidRPr="00073200">
      <w:rPr>
        <w:lang w:eastAsia="en-US"/>
      </w:rPr>
      <w:t>1 Package product using gas flushing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C231BB"/>
    <w:multiLevelType w:val="multilevel"/>
    <w:tmpl w:val="0ECADC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F0BCE"/>
    <w:multiLevelType w:val="multilevel"/>
    <w:tmpl w:val="0E064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CA030AB"/>
    <w:multiLevelType w:val="multilevel"/>
    <w:tmpl w:val="BD1C8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572232">
    <w:abstractNumId w:val="9"/>
  </w:num>
  <w:num w:numId="2" w16cid:durableId="349648331">
    <w:abstractNumId w:val="6"/>
  </w:num>
  <w:num w:numId="3" w16cid:durableId="1415319483">
    <w:abstractNumId w:val="3"/>
  </w:num>
  <w:num w:numId="4" w16cid:durableId="2053265125">
    <w:abstractNumId w:val="16"/>
  </w:num>
  <w:num w:numId="5" w16cid:durableId="1390690495">
    <w:abstractNumId w:val="1"/>
  </w:num>
  <w:num w:numId="6" w16cid:durableId="5912127">
    <w:abstractNumId w:val="8"/>
  </w:num>
  <w:num w:numId="7" w16cid:durableId="1146314933">
    <w:abstractNumId w:val="2"/>
  </w:num>
  <w:num w:numId="8" w16cid:durableId="1886983028">
    <w:abstractNumId w:val="0"/>
  </w:num>
  <w:num w:numId="9" w16cid:durableId="255402277">
    <w:abstractNumId w:val="15"/>
  </w:num>
  <w:num w:numId="10" w16cid:durableId="772672352">
    <w:abstractNumId w:val="10"/>
  </w:num>
  <w:num w:numId="11" w16cid:durableId="720708022">
    <w:abstractNumId w:val="14"/>
  </w:num>
  <w:num w:numId="12" w16cid:durableId="590436986">
    <w:abstractNumId w:val="12"/>
  </w:num>
  <w:num w:numId="13" w16cid:durableId="1908684239">
    <w:abstractNumId w:val="17"/>
  </w:num>
  <w:num w:numId="14" w16cid:durableId="1657152274">
    <w:abstractNumId w:val="4"/>
  </w:num>
  <w:num w:numId="15" w16cid:durableId="7610791">
    <w:abstractNumId w:val="5"/>
  </w:num>
  <w:num w:numId="16" w16cid:durableId="564798525">
    <w:abstractNumId w:val="18"/>
  </w:num>
  <w:num w:numId="17" w16cid:durableId="2105609290">
    <w:abstractNumId w:val="11"/>
  </w:num>
  <w:num w:numId="18" w16cid:durableId="1928923681">
    <w:abstractNumId w:val="7"/>
  </w:num>
  <w:num w:numId="19" w16cid:durableId="144666334">
    <w:abstractNumId w:val="13"/>
  </w:num>
  <w:num w:numId="20" w16cid:durableId="1085565181">
    <w:abstractNumId w:val="14"/>
  </w:num>
  <w:num w:numId="21" w16cid:durableId="71736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06190"/>
    <w:rsid w:val="00006F3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200"/>
    <w:rsid w:val="000737BB"/>
    <w:rsid w:val="00074E47"/>
    <w:rsid w:val="000754EC"/>
    <w:rsid w:val="0009093B"/>
    <w:rsid w:val="000A5441"/>
    <w:rsid w:val="000B2022"/>
    <w:rsid w:val="000C149A"/>
    <w:rsid w:val="000C224E"/>
    <w:rsid w:val="000D06F9"/>
    <w:rsid w:val="000D1EED"/>
    <w:rsid w:val="000E25E6"/>
    <w:rsid w:val="000E2C86"/>
    <w:rsid w:val="000F29F2"/>
    <w:rsid w:val="000F2D51"/>
    <w:rsid w:val="00101659"/>
    <w:rsid w:val="001021B5"/>
    <w:rsid w:val="00105AEA"/>
    <w:rsid w:val="001078BF"/>
    <w:rsid w:val="0012755B"/>
    <w:rsid w:val="00133957"/>
    <w:rsid w:val="001372F6"/>
    <w:rsid w:val="00144385"/>
    <w:rsid w:val="00146EEC"/>
    <w:rsid w:val="00150340"/>
    <w:rsid w:val="00151D55"/>
    <w:rsid w:val="00151D93"/>
    <w:rsid w:val="00154C6E"/>
    <w:rsid w:val="00156EF3"/>
    <w:rsid w:val="0016250B"/>
    <w:rsid w:val="00162A12"/>
    <w:rsid w:val="0017266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C27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B68"/>
    <w:rsid w:val="00223124"/>
    <w:rsid w:val="00233143"/>
    <w:rsid w:val="00234444"/>
    <w:rsid w:val="00242293"/>
    <w:rsid w:val="0024242C"/>
    <w:rsid w:val="00244EA7"/>
    <w:rsid w:val="00262FC3"/>
    <w:rsid w:val="0026394F"/>
    <w:rsid w:val="00267AF6"/>
    <w:rsid w:val="00276DB8"/>
    <w:rsid w:val="00282664"/>
    <w:rsid w:val="00285FB8"/>
    <w:rsid w:val="002938DC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2C8"/>
    <w:rsid w:val="00346FDC"/>
    <w:rsid w:val="00350BB1"/>
    <w:rsid w:val="0035257E"/>
    <w:rsid w:val="00352C83"/>
    <w:rsid w:val="00356D81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69B0"/>
    <w:rsid w:val="003A7221"/>
    <w:rsid w:val="003B07A5"/>
    <w:rsid w:val="003B1AB9"/>
    <w:rsid w:val="003B3493"/>
    <w:rsid w:val="003C13AE"/>
    <w:rsid w:val="003C5726"/>
    <w:rsid w:val="003C7152"/>
    <w:rsid w:val="003D2E73"/>
    <w:rsid w:val="003E72B6"/>
    <w:rsid w:val="003E7BBE"/>
    <w:rsid w:val="003F5976"/>
    <w:rsid w:val="004127E3"/>
    <w:rsid w:val="00422A48"/>
    <w:rsid w:val="00422C30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651"/>
    <w:rsid w:val="004B7A28"/>
    <w:rsid w:val="004C2244"/>
    <w:rsid w:val="004C79A1"/>
    <w:rsid w:val="004D0D5F"/>
    <w:rsid w:val="004D1569"/>
    <w:rsid w:val="004D44B1"/>
    <w:rsid w:val="004D72A3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279E2"/>
    <w:rsid w:val="005404CB"/>
    <w:rsid w:val="005405B2"/>
    <w:rsid w:val="005427C8"/>
    <w:rsid w:val="005446D1"/>
    <w:rsid w:val="0055194D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1C52"/>
    <w:rsid w:val="005E51E6"/>
    <w:rsid w:val="005F027A"/>
    <w:rsid w:val="005F1976"/>
    <w:rsid w:val="005F33CC"/>
    <w:rsid w:val="005F3B1D"/>
    <w:rsid w:val="005F771F"/>
    <w:rsid w:val="0060015B"/>
    <w:rsid w:val="006121D4"/>
    <w:rsid w:val="00613B49"/>
    <w:rsid w:val="00616845"/>
    <w:rsid w:val="00620E8E"/>
    <w:rsid w:val="00633CFE"/>
    <w:rsid w:val="00634FCA"/>
    <w:rsid w:val="006439F8"/>
    <w:rsid w:val="00643D1B"/>
    <w:rsid w:val="006452B8"/>
    <w:rsid w:val="00652E62"/>
    <w:rsid w:val="006726A4"/>
    <w:rsid w:val="00686A49"/>
    <w:rsid w:val="00687B62"/>
    <w:rsid w:val="00690C44"/>
    <w:rsid w:val="00695C89"/>
    <w:rsid w:val="006969D9"/>
    <w:rsid w:val="006A2B68"/>
    <w:rsid w:val="006C2F32"/>
    <w:rsid w:val="006C6862"/>
    <w:rsid w:val="006D1AF9"/>
    <w:rsid w:val="006D38C3"/>
    <w:rsid w:val="006D4448"/>
    <w:rsid w:val="006D6DFD"/>
    <w:rsid w:val="006E2C4D"/>
    <w:rsid w:val="006E42FE"/>
    <w:rsid w:val="006F0563"/>
    <w:rsid w:val="006F0D02"/>
    <w:rsid w:val="006F10FE"/>
    <w:rsid w:val="006F3622"/>
    <w:rsid w:val="0070557B"/>
    <w:rsid w:val="00705EEC"/>
    <w:rsid w:val="00707741"/>
    <w:rsid w:val="007134FE"/>
    <w:rsid w:val="00713B1F"/>
    <w:rsid w:val="00715794"/>
    <w:rsid w:val="00717385"/>
    <w:rsid w:val="00722769"/>
    <w:rsid w:val="00727901"/>
    <w:rsid w:val="0073075B"/>
    <w:rsid w:val="00733B4D"/>
    <w:rsid w:val="0073404B"/>
    <w:rsid w:val="007341FF"/>
    <w:rsid w:val="007404E9"/>
    <w:rsid w:val="007444CF"/>
    <w:rsid w:val="0075107F"/>
    <w:rsid w:val="00752C75"/>
    <w:rsid w:val="007543AB"/>
    <w:rsid w:val="00757005"/>
    <w:rsid w:val="00761DBE"/>
    <w:rsid w:val="0076523B"/>
    <w:rsid w:val="00771B60"/>
    <w:rsid w:val="00781D77"/>
    <w:rsid w:val="00783549"/>
    <w:rsid w:val="007860B7"/>
    <w:rsid w:val="00786DC8"/>
    <w:rsid w:val="007A20F2"/>
    <w:rsid w:val="007A300D"/>
    <w:rsid w:val="007B6C76"/>
    <w:rsid w:val="007D5A78"/>
    <w:rsid w:val="007E3BD1"/>
    <w:rsid w:val="007F1563"/>
    <w:rsid w:val="007F1EB2"/>
    <w:rsid w:val="007F44DB"/>
    <w:rsid w:val="007F5A8B"/>
    <w:rsid w:val="0081270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E41"/>
    <w:rsid w:val="008908DE"/>
    <w:rsid w:val="008A12ED"/>
    <w:rsid w:val="008A39D3"/>
    <w:rsid w:val="008A4453"/>
    <w:rsid w:val="008A53F7"/>
    <w:rsid w:val="008B2C77"/>
    <w:rsid w:val="008B4AD2"/>
    <w:rsid w:val="008B663E"/>
    <w:rsid w:val="008B7138"/>
    <w:rsid w:val="008D3E9B"/>
    <w:rsid w:val="008E260C"/>
    <w:rsid w:val="008E39BE"/>
    <w:rsid w:val="008E409E"/>
    <w:rsid w:val="008E62EC"/>
    <w:rsid w:val="008F32F6"/>
    <w:rsid w:val="008F3B59"/>
    <w:rsid w:val="00900D2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22B"/>
    <w:rsid w:val="00A3639E"/>
    <w:rsid w:val="00A422BD"/>
    <w:rsid w:val="00A5092E"/>
    <w:rsid w:val="00A53E74"/>
    <w:rsid w:val="00A554D6"/>
    <w:rsid w:val="00A56E14"/>
    <w:rsid w:val="00A63413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1D1F"/>
    <w:rsid w:val="00AC4C98"/>
    <w:rsid w:val="00AC5F6B"/>
    <w:rsid w:val="00AD3896"/>
    <w:rsid w:val="00AD5B47"/>
    <w:rsid w:val="00AE1ED9"/>
    <w:rsid w:val="00AE32CB"/>
    <w:rsid w:val="00AF17C1"/>
    <w:rsid w:val="00AF3957"/>
    <w:rsid w:val="00AF5BD1"/>
    <w:rsid w:val="00B00100"/>
    <w:rsid w:val="00B0712C"/>
    <w:rsid w:val="00B12013"/>
    <w:rsid w:val="00B22C67"/>
    <w:rsid w:val="00B3508F"/>
    <w:rsid w:val="00B443EE"/>
    <w:rsid w:val="00B5565F"/>
    <w:rsid w:val="00B55ABE"/>
    <w:rsid w:val="00B560C8"/>
    <w:rsid w:val="00B61150"/>
    <w:rsid w:val="00B65BC7"/>
    <w:rsid w:val="00B746B9"/>
    <w:rsid w:val="00B848D4"/>
    <w:rsid w:val="00B865B7"/>
    <w:rsid w:val="00BA1CB1"/>
    <w:rsid w:val="00BA321A"/>
    <w:rsid w:val="00BA4178"/>
    <w:rsid w:val="00BA482D"/>
    <w:rsid w:val="00BB1755"/>
    <w:rsid w:val="00BB23F4"/>
    <w:rsid w:val="00BC40A4"/>
    <w:rsid w:val="00BC5075"/>
    <w:rsid w:val="00BC5419"/>
    <w:rsid w:val="00BD3B0F"/>
    <w:rsid w:val="00BE5889"/>
    <w:rsid w:val="00BF1D4C"/>
    <w:rsid w:val="00BF3F0A"/>
    <w:rsid w:val="00C04238"/>
    <w:rsid w:val="00C04F69"/>
    <w:rsid w:val="00C143C3"/>
    <w:rsid w:val="00C1739B"/>
    <w:rsid w:val="00C21ADE"/>
    <w:rsid w:val="00C23D97"/>
    <w:rsid w:val="00C25B0F"/>
    <w:rsid w:val="00C26067"/>
    <w:rsid w:val="00C30A29"/>
    <w:rsid w:val="00C317DC"/>
    <w:rsid w:val="00C46426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73F8"/>
    <w:rsid w:val="00CB746F"/>
    <w:rsid w:val="00CC04C0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5C7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C82"/>
    <w:rsid w:val="00E05851"/>
    <w:rsid w:val="00E238E6"/>
    <w:rsid w:val="00E34CD8"/>
    <w:rsid w:val="00E35064"/>
    <w:rsid w:val="00E3681D"/>
    <w:rsid w:val="00E40225"/>
    <w:rsid w:val="00E469F5"/>
    <w:rsid w:val="00E501F0"/>
    <w:rsid w:val="00E6166D"/>
    <w:rsid w:val="00E766D6"/>
    <w:rsid w:val="00E91BFF"/>
    <w:rsid w:val="00E92933"/>
    <w:rsid w:val="00E92F4F"/>
    <w:rsid w:val="00E94FAD"/>
    <w:rsid w:val="00EB0AA4"/>
    <w:rsid w:val="00EB5C88"/>
    <w:rsid w:val="00EC0469"/>
    <w:rsid w:val="00EC0C3E"/>
    <w:rsid w:val="00EC5F4B"/>
    <w:rsid w:val="00EE2860"/>
    <w:rsid w:val="00EF01F8"/>
    <w:rsid w:val="00EF3268"/>
    <w:rsid w:val="00EF40EF"/>
    <w:rsid w:val="00EF47FE"/>
    <w:rsid w:val="00F069BD"/>
    <w:rsid w:val="00F1480E"/>
    <w:rsid w:val="00F1497D"/>
    <w:rsid w:val="00F14AEC"/>
    <w:rsid w:val="00F16AAC"/>
    <w:rsid w:val="00F30C7D"/>
    <w:rsid w:val="00F33FF2"/>
    <w:rsid w:val="00F438FC"/>
    <w:rsid w:val="00F43A99"/>
    <w:rsid w:val="00F46A1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E82"/>
    <w:rsid w:val="00F9330D"/>
    <w:rsid w:val="00FA5FB3"/>
    <w:rsid w:val="00FB232E"/>
    <w:rsid w:val="00FB652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6726A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5034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D1EE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IntenseReference">
    <w:name w:val="Intense Reference"/>
    <w:basedOn w:val="DefaultParagraphFont"/>
    <w:uiPriority w:val="32"/>
    <w:qFormat/>
    <w:locked/>
    <w:rsid w:val="00CA73F8"/>
    <w:rPr>
      <w:b/>
      <w:bCs/>
      <w:smallCaps/>
      <w:color w:val="365F9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A73F8"/>
    <w:pPr>
      <w:spacing w:after="120" w:line="259" w:lineRule="auto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A73F8"/>
    <w:rPr>
      <w:kern w:val="2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26A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B2E735-9F8D-45AE-A5F8-840EDB3DF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d9f16d0e-a37a-4d61-9000-fe4c9e1013bf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d50bbff7-d6dd-47d2-864a-cfdc2c3db0f4"/>
    <ds:schemaRef ds:uri="http://schemas.microsoft.com/sharepoint/v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183</TotalTime>
  <Pages>4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51</cp:revision>
  <cp:lastPrinted>2016-05-27T05:21:00Z</cp:lastPrinted>
  <dcterms:created xsi:type="dcterms:W3CDTF">2021-08-09T02:15:00Z</dcterms:created>
  <dcterms:modified xsi:type="dcterms:W3CDTF">2025-05-27T22:26:00Z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